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D7" w:rsidRDefault="00787AD7" w:rsidP="00C47134"/>
    <w:p w:rsidR="00600656" w:rsidRDefault="00C47134" w:rsidP="00C47134">
      <w:pPr>
        <w:pStyle w:val="ListParagraph"/>
        <w:numPr>
          <w:ilvl w:val="0"/>
          <w:numId w:val="8"/>
        </w:numPr>
      </w:pPr>
      <w:bookmarkStart w:id="0" w:name="_GoBack"/>
      <w:bookmarkEnd w:id="0"/>
      <w:r>
        <w:t xml:space="preserve">Over the next 5 sessions, complete one written activity per session to support your practical tasks in bricklaying </w:t>
      </w:r>
    </w:p>
    <w:p w:rsidR="00C47134" w:rsidRDefault="00C47134" w:rsidP="00C47134">
      <w:pPr>
        <w:pStyle w:val="ListParagraph"/>
        <w:numPr>
          <w:ilvl w:val="0"/>
          <w:numId w:val="8"/>
        </w:numPr>
      </w:pPr>
      <w:r>
        <w:t xml:space="preserve">Complete brick laying practical tasks: 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>Task 1 straight wall stretcher bond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>Task 2 90 degree corner stretcher bond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>Task 3 four course brick pillar</w:t>
      </w:r>
    </w:p>
    <w:p w:rsidR="00C47134" w:rsidRDefault="00C47134" w:rsidP="00C47134">
      <w:pPr>
        <w:pStyle w:val="ListParagraph"/>
        <w:numPr>
          <w:ilvl w:val="5"/>
          <w:numId w:val="8"/>
        </w:numPr>
      </w:pPr>
      <w:r>
        <w:t>Complete any additional brick tasks to further develop practical skills</w:t>
      </w:r>
    </w:p>
    <w:p w:rsidR="00600656" w:rsidRDefault="00600656"/>
    <w:p w:rsidR="00600656" w:rsidRDefault="00600656"/>
    <w:p w:rsidR="00600656" w:rsidRPr="00600656" w:rsidRDefault="00600656" w:rsidP="00600656"/>
    <w:p w:rsidR="00600656" w:rsidRPr="00600656" w:rsidRDefault="00600656" w:rsidP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/>
    <w:p w:rsidR="00600656" w:rsidRDefault="00600656">
      <w:pPr>
        <w:rPr>
          <w:b/>
        </w:rPr>
      </w:pPr>
    </w:p>
    <w:p w:rsidR="00600656" w:rsidRDefault="00600656">
      <w:pPr>
        <w:rPr>
          <w:b/>
        </w:rPr>
      </w:pPr>
    </w:p>
    <w:p w:rsidR="00600656" w:rsidRDefault="00600656">
      <w:pPr>
        <w:rPr>
          <w:b/>
        </w:rPr>
      </w:pPr>
    </w:p>
    <w:p w:rsidR="00600656" w:rsidRDefault="00CF7B56">
      <w:pPr>
        <w:rPr>
          <w:b/>
        </w:rPr>
      </w:pPr>
      <w:r>
        <w:rPr>
          <w:b/>
        </w:rPr>
        <w:lastRenderedPageBreak/>
        <w:t>Identify the tools below</w:t>
      </w:r>
      <w:r w:rsidR="0044530B">
        <w:rPr>
          <w:b/>
        </w:rPr>
        <w:t>.</w:t>
      </w:r>
      <w:r w:rsidR="0044530B">
        <w:rPr>
          <w:b/>
        </w:rPr>
        <w:tab/>
      </w:r>
      <w:r w:rsidR="0044530B">
        <w:rPr>
          <w:b/>
        </w:rPr>
        <w:tab/>
      </w:r>
      <w:r w:rsidR="0044530B">
        <w:rPr>
          <w:b/>
        </w:rPr>
        <w:tab/>
        <w:t>Pointing tool</w:t>
      </w:r>
      <w:r w:rsidR="004538E0">
        <w:rPr>
          <w:b/>
        </w:rPr>
        <w:t>, Spirit</w:t>
      </w:r>
      <w:r w:rsidR="0044530B">
        <w:rPr>
          <w:b/>
        </w:rPr>
        <w:t xml:space="preserve"> level</w:t>
      </w:r>
      <w:r w:rsidR="00380201">
        <w:rPr>
          <w:b/>
        </w:rPr>
        <w:t>, pointing</w:t>
      </w:r>
      <w:r w:rsidR="0044530B">
        <w:rPr>
          <w:b/>
        </w:rPr>
        <w:t xml:space="preserve"> trowel, bricklaying trowel, shovel, line pin</w:t>
      </w:r>
    </w:p>
    <w:tbl>
      <w:tblPr>
        <w:tblStyle w:val="TableGrid"/>
        <w:tblpPr w:leftFromText="180" w:rightFromText="180" w:vertAnchor="text" w:horzAnchor="margin" w:tblpXSpec="center" w:tblpY="197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5954"/>
      </w:tblGrid>
      <w:tr w:rsidR="0044530B" w:rsidTr="00D22223">
        <w:trPr>
          <w:jc w:val="center"/>
        </w:trPr>
        <w:tc>
          <w:tcPr>
            <w:tcW w:w="6799" w:type="dxa"/>
          </w:tcPr>
          <w:p w:rsidR="00CF7B56" w:rsidRDefault="00CF7B56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07392" behindDoc="1" locked="0" layoutInCell="1" allowOverlap="1" wp14:anchorId="2B100951" wp14:editId="21422951">
                  <wp:simplePos x="0" y="0"/>
                  <wp:positionH relativeFrom="margin">
                    <wp:posOffset>-71755</wp:posOffset>
                  </wp:positionH>
                  <wp:positionV relativeFrom="paragraph">
                    <wp:posOffset>76678</wp:posOffset>
                  </wp:positionV>
                  <wp:extent cx="1952625" cy="1808001"/>
                  <wp:effectExtent l="0" t="0" r="0" b="1905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Brick-Trowel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09" cy="1816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                                                                                    </w:t>
            </w: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</w:tc>
        <w:tc>
          <w:tcPr>
            <w:tcW w:w="5954" w:type="dxa"/>
          </w:tcPr>
          <w:p w:rsidR="00CF7B56" w:rsidRDefault="00CF7B56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95250</wp:posOffset>
                  </wp:positionV>
                  <wp:extent cx="1819275" cy="1819275"/>
                  <wp:effectExtent l="0" t="0" r="9525" b="9525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oining trowe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4530B" w:rsidTr="00D22223">
        <w:trPr>
          <w:jc w:val="center"/>
        </w:trPr>
        <w:tc>
          <w:tcPr>
            <w:tcW w:w="6799" w:type="dxa"/>
          </w:tcPr>
          <w:p w:rsidR="00CF7B56" w:rsidRDefault="00CF7B56" w:rsidP="00CF7B56">
            <w:pPr>
              <w:rPr>
                <w:b/>
              </w:rPr>
            </w:pPr>
          </w:p>
        </w:tc>
        <w:tc>
          <w:tcPr>
            <w:tcW w:w="5954" w:type="dxa"/>
          </w:tcPr>
          <w:p w:rsidR="00CF7B56" w:rsidRDefault="00CF7B56" w:rsidP="00CF7B56">
            <w:pPr>
              <w:rPr>
                <w:b/>
              </w:rPr>
            </w:pPr>
          </w:p>
        </w:tc>
      </w:tr>
      <w:tr w:rsidR="0044530B" w:rsidTr="00D22223">
        <w:trPr>
          <w:jc w:val="center"/>
        </w:trPr>
        <w:tc>
          <w:tcPr>
            <w:tcW w:w="6799" w:type="dxa"/>
          </w:tcPr>
          <w:p w:rsidR="00CF7B56" w:rsidRDefault="00CF7B56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631190</wp:posOffset>
                  </wp:positionH>
                  <wp:positionV relativeFrom="paragraph">
                    <wp:posOffset>38735</wp:posOffset>
                  </wp:positionV>
                  <wp:extent cx="2600325" cy="1390650"/>
                  <wp:effectExtent l="0" t="0" r="9525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11BL-8-2_TB_Anchor_a_line_pin_at_one_end_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CF7B56" w:rsidP="00CF7B56">
            <w:pPr>
              <w:rPr>
                <w:b/>
              </w:rPr>
            </w:pPr>
          </w:p>
          <w:p w:rsidR="00CF7B56" w:rsidRDefault="0044530B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92709</wp:posOffset>
                  </wp:positionV>
                  <wp:extent cx="3457575" cy="1990725"/>
                  <wp:effectExtent l="0" t="0" r="9525" b="9525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level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</w:tcPr>
          <w:p w:rsidR="00CF7B56" w:rsidRDefault="0044530B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-27940</wp:posOffset>
                  </wp:positionV>
                  <wp:extent cx="2305050" cy="1447800"/>
                  <wp:effectExtent l="0" t="0" r="0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ointe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4530B" w:rsidTr="00D22223">
        <w:trPr>
          <w:jc w:val="center"/>
        </w:trPr>
        <w:tc>
          <w:tcPr>
            <w:tcW w:w="6799" w:type="dxa"/>
          </w:tcPr>
          <w:p w:rsidR="00CF7B56" w:rsidRDefault="00CF7B56" w:rsidP="00CF7B56">
            <w:pPr>
              <w:rPr>
                <w:b/>
              </w:rPr>
            </w:pPr>
          </w:p>
        </w:tc>
        <w:tc>
          <w:tcPr>
            <w:tcW w:w="5954" w:type="dxa"/>
          </w:tcPr>
          <w:p w:rsidR="00CF7B56" w:rsidRDefault="00CF7B56" w:rsidP="00CF7B56">
            <w:pPr>
              <w:rPr>
                <w:b/>
              </w:rPr>
            </w:pPr>
          </w:p>
        </w:tc>
      </w:tr>
      <w:tr w:rsidR="0044530B" w:rsidTr="00D22223">
        <w:trPr>
          <w:jc w:val="center"/>
        </w:trPr>
        <w:tc>
          <w:tcPr>
            <w:tcW w:w="6799" w:type="dxa"/>
          </w:tcPr>
          <w:p w:rsidR="00CF7B56" w:rsidRDefault="00CF7B56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  <w:p w:rsidR="0044530B" w:rsidRDefault="0044530B" w:rsidP="00CF7B56">
            <w:pPr>
              <w:rPr>
                <w:b/>
              </w:rPr>
            </w:pPr>
          </w:p>
        </w:tc>
        <w:tc>
          <w:tcPr>
            <w:tcW w:w="5954" w:type="dxa"/>
          </w:tcPr>
          <w:p w:rsidR="00CF7B56" w:rsidRDefault="0044530B" w:rsidP="00CF7B56">
            <w:pPr>
              <w:rPr>
                <w:b/>
              </w:rPr>
            </w:pPr>
            <w:r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margin">
                    <wp:posOffset>274320</wp:posOffset>
                  </wp:positionH>
                  <wp:positionV relativeFrom="paragraph">
                    <wp:posOffset>-171450</wp:posOffset>
                  </wp:positionV>
                  <wp:extent cx="1487170" cy="1847850"/>
                  <wp:effectExtent l="0" t="8890" r="8890" b="8890"/>
                  <wp:wrapSquare wrapText="bothSides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shovel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43" t="13627" r="22890" b="14747"/>
                          <a:stretch/>
                        </pic:blipFill>
                        <pic:spPr bwMode="auto">
                          <a:xfrm rot="5400000">
                            <a:off x="0" y="0"/>
                            <a:ext cx="1487170" cy="1847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eastAsia="en-GB"/>
              </w:rPr>
              <w:drawing>
                <wp:inline distT="0" distB="0" distL="0" distR="0">
                  <wp:extent cx="1019175" cy="126682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shovel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2815" t="9427" r="82130" b="12215"/>
                          <a:stretch/>
                        </pic:blipFill>
                        <pic:spPr bwMode="auto">
                          <a:xfrm>
                            <a:off x="0" y="0"/>
                            <a:ext cx="1019175" cy="1266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30B" w:rsidTr="00D22223">
        <w:trPr>
          <w:jc w:val="center"/>
        </w:trPr>
        <w:tc>
          <w:tcPr>
            <w:tcW w:w="6799" w:type="dxa"/>
          </w:tcPr>
          <w:p w:rsidR="0044530B" w:rsidRDefault="0044530B" w:rsidP="00CF7B56">
            <w:pPr>
              <w:rPr>
                <w:b/>
              </w:rPr>
            </w:pPr>
          </w:p>
        </w:tc>
        <w:tc>
          <w:tcPr>
            <w:tcW w:w="5954" w:type="dxa"/>
          </w:tcPr>
          <w:p w:rsidR="0044530B" w:rsidRDefault="0044530B" w:rsidP="00CF7B56">
            <w:pPr>
              <w:rPr>
                <w:b/>
              </w:rPr>
            </w:pPr>
          </w:p>
        </w:tc>
      </w:tr>
    </w:tbl>
    <w:p w:rsidR="00CF7B56" w:rsidRDefault="00CF7B56">
      <w:pPr>
        <w:rPr>
          <w:b/>
        </w:rPr>
      </w:pPr>
    </w:p>
    <w:p w:rsidR="00CF7B56" w:rsidRDefault="00CF7B56">
      <w:pPr>
        <w:rPr>
          <w:b/>
        </w:rPr>
      </w:pPr>
    </w:p>
    <w:p w:rsidR="00CF7B56" w:rsidRDefault="00CF7B56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4538E0" w:rsidRDefault="004538E0">
      <w:pPr>
        <w:rPr>
          <w:b/>
        </w:rPr>
      </w:pPr>
    </w:p>
    <w:p w:rsidR="00600656" w:rsidRDefault="00600656">
      <w:pPr>
        <w:rPr>
          <w:b/>
        </w:rPr>
      </w:pPr>
    </w:p>
    <w:p w:rsidR="00600656" w:rsidRDefault="00D22223">
      <w:r>
        <w:lastRenderedPageBreak/>
        <w:t xml:space="preserve">Identify the brick parts and positions </w:t>
      </w:r>
    </w:p>
    <w:p w:rsidR="0038066D" w:rsidRDefault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5924551</wp:posOffset>
                </wp:positionH>
                <wp:positionV relativeFrom="paragraph">
                  <wp:posOffset>0</wp:posOffset>
                </wp:positionV>
                <wp:extent cx="1390650" cy="2400300"/>
                <wp:effectExtent l="0" t="0" r="19050" b="19050"/>
                <wp:wrapNone/>
                <wp:docPr id="2" name="C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2400300"/>
                        </a:xfrm>
                        <a:prstGeom prst="cube">
                          <a:avLst>
                            <a:gd name="adj" fmla="val 1883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49E6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" o:spid="_x0000_s1026" type="#_x0000_t16" style="position:absolute;margin-left:466.5pt;margin-top:0;width:109.5pt;height:18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" adj="4069" fillcolor="#bfbfbf [2412]" strokecolor="black [3213]" strokeweight="1pt"/>
            </w:pict>
          </mc:Fallback>
        </mc:AlternateContent>
      </w:r>
    </w:p>
    <w:p w:rsidR="0038066D" w:rsidRPr="0038066D" w:rsidRDefault="0038066D" w:rsidP="0038066D"/>
    <w:p w:rsidR="0038066D" w:rsidRPr="0038066D" w:rsidRDefault="0038066D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EB661" wp14:editId="409784E6">
                <wp:simplePos x="0" y="0"/>
                <wp:positionH relativeFrom="column">
                  <wp:posOffset>7677150</wp:posOffset>
                </wp:positionH>
                <wp:positionV relativeFrom="paragraph">
                  <wp:posOffset>8255</wp:posOffset>
                </wp:positionV>
                <wp:extent cx="1781175" cy="3524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B7C598" id="Rectangle 9" o:spid="_x0000_s1026" style="position:absolute;margin-left:604.5pt;margin-top:.65pt;width:140.25pt;height:2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" fillcolor="window" strokecolor="windowText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800350" cy="1152525"/>
                <wp:effectExtent l="0" t="0" r="19050" b="28575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152525"/>
                        </a:xfrm>
                        <a:prstGeom prst="cube">
                          <a:avLst>
                            <a:gd name="adj" fmla="val 42778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F06C" id="Cube 5" o:spid="_x0000_s1026" type="#_x0000_t16" style="position:absolute;margin-left:0;margin-top:.7pt;width:220.5pt;height:90.75pt;z-index: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" adj="9240" fillcolor="#bfbfbf [2412]" strokecolor="black [3213]" strokeweight="1pt">
                <w10:wrap anchorx="margin"/>
              </v:shape>
            </w:pict>
          </mc:Fallback>
        </mc:AlternateContent>
      </w:r>
    </w:p>
    <w:p w:rsidR="0038066D" w:rsidRPr="0038066D" w:rsidRDefault="00510FA2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BA0EE" wp14:editId="3BE9B469">
                <wp:simplePos x="0" y="0"/>
                <wp:positionH relativeFrom="column">
                  <wp:posOffset>7235522</wp:posOffset>
                </wp:positionH>
                <wp:positionV relativeFrom="paragraph">
                  <wp:posOffset>9829</wp:posOffset>
                </wp:positionV>
                <wp:extent cx="437321" cy="142792"/>
                <wp:effectExtent l="38100" t="0" r="20320" b="6731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7321" cy="14279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2F4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69.75pt;margin-top:.75pt;width:34.45pt;height:11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="0038066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BA0EE" wp14:editId="3BE9B469">
                <wp:simplePos x="0" y="0"/>
                <wp:positionH relativeFrom="column">
                  <wp:posOffset>2623930</wp:posOffset>
                </wp:positionH>
                <wp:positionV relativeFrom="paragraph">
                  <wp:posOffset>209190</wp:posOffset>
                </wp:positionV>
                <wp:extent cx="429371" cy="63279"/>
                <wp:effectExtent l="38100" t="19050" r="27940" b="895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9371" cy="6327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BA8BD" id="Straight Arrow Connector 13" o:spid="_x0000_s1026" type="#_x0000_t32" style="position:absolute;margin-left:206.6pt;margin-top:16.45pt;width:33.8pt;height: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 w:rsidR="0038066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AEB661" wp14:editId="409784E6">
                <wp:simplePos x="0" y="0"/>
                <wp:positionH relativeFrom="column">
                  <wp:posOffset>3048000</wp:posOffset>
                </wp:positionH>
                <wp:positionV relativeFrom="paragraph">
                  <wp:posOffset>8890</wp:posOffset>
                </wp:positionV>
                <wp:extent cx="1781175" cy="3524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7A7963" id="Rectangle 7" o:spid="_x0000_s1026" style="position:absolute;margin-left:240pt;margin-top:.7pt;width:140.25pt;height:27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" fillcolor="window" strokecolor="windowText" strokeweight="1pt"/>
            </w:pict>
          </mc:Fallback>
        </mc:AlternateContent>
      </w:r>
    </w:p>
    <w:p w:rsidR="0038066D" w:rsidRPr="0038066D" w:rsidRDefault="0038066D" w:rsidP="0038066D"/>
    <w:p w:rsidR="0038066D" w:rsidRPr="0038066D" w:rsidRDefault="00510FA2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BA0EE" wp14:editId="3BE9B469">
                <wp:simplePos x="0" y="0"/>
                <wp:positionH relativeFrom="column">
                  <wp:posOffset>5494351</wp:posOffset>
                </wp:positionH>
                <wp:positionV relativeFrom="paragraph">
                  <wp:posOffset>34924</wp:posOffset>
                </wp:positionV>
                <wp:extent cx="779228" cy="326335"/>
                <wp:effectExtent l="0" t="38100" r="59055" b="3619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9228" cy="3263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FF020" id="Straight Arrow Connector 14" o:spid="_x0000_s1026" type="#_x0000_t32" style="position:absolute;margin-left:432.65pt;margin-top:2.75pt;width:61.35pt;height:25.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 w:rsidR="0038066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1065474</wp:posOffset>
                </wp:positionH>
                <wp:positionV relativeFrom="paragraph">
                  <wp:posOffset>50828</wp:posOffset>
                </wp:positionV>
                <wp:extent cx="45719" cy="541352"/>
                <wp:effectExtent l="38100" t="38100" r="50165" b="1143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5413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29891" id="Straight Arrow Connector 12" o:spid="_x0000_s1026" type="#_x0000_t32" style="position:absolute;margin-left:83.9pt;margin-top:4pt;width:3.6pt;height:42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" strokecolor="black [3213]" strokeweight=".5pt">
                <v:stroke endarrow="block" joinstyle="miter"/>
              </v:shape>
            </w:pict>
          </mc:Fallback>
        </mc:AlternateContent>
      </w:r>
      <w:r w:rsidR="0038066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AEB661" wp14:editId="409784E6">
                <wp:simplePos x="0" y="0"/>
                <wp:positionH relativeFrom="column">
                  <wp:posOffset>3724275</wp:posOffset>
                </wp:positionH>
                <wp:positionV relativeFrom="paragraph">
                  <wp:posOffset>189865</wp:posOffset>
                </wp:positionV>
                <wp:extent cx="1781175" cy="3524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D031D6" id="Rectangle 8" o:spid="_x0000_s1026" style="position:absolute;margin-left:293.25pt;margin-top:14.95pt;width:140.25pt;height:27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" fillcolor="window" strokecolor="windowText" strokeweight="1pt"/>
            </w:pict>
          </mc:Fallback>
        </mc:AlternateContent>
      </w:r>
    </w:p>
    <w:p w:rsidR="0038066D" w:rsidRPr="0038066D" w:rsidRDefault="0038066D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F0C145" wp14:editId="24337B2A">
                <wp:simplePos x="0" y="0"/>
                <wp:positionH relativeFrom="margin">
                  <wp:align>center</wp:align>
                </wp:positionH>
                <wp:positionV relativeFrom="paragraph">
                  <wp:posOffset>267335</wp:posOffset>
                </wp:positionV>
                <wp:extent cx="1390650" cy="2762250"/>
                <wp:effectExtent l="0" t="0" r="19050" b="19050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90650" cy="2762250"/>
                        </a:xfrm>
                        <a:prstGeom prst="cube">
                          <a:avLst>
                            <a:gd name="adj" fmla="val 1883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E45AA" id="Cube 3" o:spid="_x0000_s1026" type="#_x0000_t16" style="position:absolute;margin-left:0;margin-top:21.05pt;width:109.5pt;height:217.5pt;rotation:-90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" adj="4069" fillcolor="#bfbfbf [2412]" strokecolor="black [3213]" strokeweight="1pt">
                <w10:wrap anchorx="margin"/>
              </v:shape>
            </w:pict>
          </mc:Fallback>
        </mc:AlternateContent>
      </w:r>
    </w:p>
    <w:p w:rsidR="0038066D" w:rsidRPr="0038066D" w:rsidRDefault="0038066D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10160</wp:posOffset>
                </wp:positionV>
                <wp:extent cx="1781175" cy="3524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37F979" id="Rectangle 6" o:spid="_x0000_s1026" style="position:absolute;margin-left:15.75pt;margin-top:.8pt;width:140.25pt;height:27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" fillcolor="white [3201]" strokecolor="black [3200]" strokeweight="1pt"/>
            </w:pict>
          </mc:Fallback>
        </mc:AlternateContent>
      </w:r>
    </w:p>
    <w:p w:rsidR="0038066D" w:rsidRPr="0038066D" w:rsidRDefault="0038066D" w:rsidP="0038066D"/>
    <w:p w:rsidR="0038066D" w:rsidRPr="0038066D" w:rsidRDefault="0038066D" w:rsidP="0038066D"/>
    <w:p w:rsidR="0038066D" w:rsidRPr="0038066D" w:rsidRDefault="0038066D" w:rsidP="0038066D"/>
    <w:p w:rsidR="0038066D" w:rsidRPr="0038066D" w:rsidRDefault="0038066D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EB661" wp14:editId="409784E6">
                <wp:simplePos x="0" y="0"/>
                <wp:positionH relativeFrom="column">
                  <wp:posOffset>523875</wp:posOffset>
                </wp:positionH>
                <wp:positionV relativeFrom="paragraph">
                  <wp:posOffset>46990</wp:posOffset>
                </wp:positionV>
                <wp:extent cx="1781175" cy="3524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1907C" id="Rectangle 10" o:spid="_x0000_s1026" style="position:absolute;margin-left:41.25pt;margin-top:3.7pt;width:140.2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" fillcolor="window" strokecolor="windowText" strokeweight="1pt"/>
            </w:pict>
          </mc:Fallback>
        </mc:AlternateContent>
      </w:r>
    </w:p>
    <w:p w:rsidR="0038066D" w:rsidRPr="0038066D" w:rsidRDefault="00510FA2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CBA0EE" wp14:editId="3BE9B469">
                <wp:simplePos x="0" y="0"/>
                <wp:positionH relativeFrom="column">
                  <wp:posOffset>2321781</wp:posOffset>
                </wp:positionH>
                <wp:positionV relativeFrom="paragraph">
                  <wp:posOffset>15515</wp:posOffset>
                </wp:positionV>
                <wp:extent cx="834887" cy="87133"/>
                <wp:effectExtent l="0" t="0" r="80010" b="8445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4887" cy="8713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9C4B8" id="Straight Arrow Connector 16" o:spid="_x0000_s1026" type="#_x0000_t32" style="position:absolute;margin-left:182.8pt;margin-top:1.2pt;width:65.75pt;height: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</w:p>
    <w:p w:rsidR="0038066D" w:rsidRPr="0038066D" w:rsidRDefault="00510FA2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CBA0EE" wp14:editId="3BE9B469">
                <wp:simplePos x="0" y="0"/>
                <wp:positionH relativeFrom="margin">
                  <wp:align>center</wp:align>
                </wp:positionH>
                <wp:positionV relativeFrom="paragraph">
                  <wp:posOffset>103063</wp:posOffset>
                </wp:positionV>
                <wp:extent cx="45719" cy="541352"/>
                <wp:effectExtent l="38100" t="38100" r="50165" b="114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54135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4702" id="Straight Arrow Connector 17" o:spid="_x0000_s1026" type="#_x0000_t32" style="position:absolute;margin-left:0;margin-top:8.1pt;width:3.6pt;height:42.65pt;flip:y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</w:p>
    <w:p w:rsidR="0038066D" w:rsidRPr="0038066D" w:rsidRDefault="0038066D" w:rsidP="0038066D"/>
    <w:p w:rsidR="0038066D" w:rsidRDefault="0038066D" w:rsidP="0038066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AEB661" wp14:editId="409784E6">
                <wp:simplePos x="0" y="0"/>
                <wp:positionH relativeFrom="column">
                  <wp:posOffset>3638550</wp:posOffset>
                </wp:positionH>
                <wp:positionV relativeFrom="paragraph">
                  <wp:posOffset>76200</wp:posOffset>
                </wp:positionV>
                <wp:extent cx="1781175" cy="3524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F9630" id="Rectangle 11" o:spid="_x0000_s1026" style="position:absolute;margin-left:286.5pt;margin-top:6pt;width:140.2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" fillcolor="window" strokecolor="windowText" strokeweight="1pt"/>
            </w:pict>
          </mc:Fallback>
        </mc:AlternateContent>
      </w:r>
    </w:p>
    <w:p w:rsidR="00600656" w:rsidRDefault="00600656" w:rsidP="0038066D"/>
    <w:p w:rsidR="00CD5381" w:rsidRDefault="0038066D" w:rsidP="0038066D">
      <w:pPr>
        <w:rPr>
          <w:sz w:val="28"/>
        </w:rPr>
      </w:pPr>
      <w:r w:rsidRPr="0038066D">
        <w:rPr>
          <w:sz w:val="28"/>
        </w:rPr>
        <w:t>Stretcher</w:t>
      </w:r>
      <w:r w:rsidRPr="0038066D">
        <w:rPr>
          <w:sz w:val="28"/>
        </w:rPr>
        <w:tab/>
      </w:r>
      <w:r w:rsidRPr="0038066D">
        <w:rPr>
          <w:sz w:val="28"/>
        </w:rPr>
        <w:tab/>
        <w:t>Header</w:t>
      </w:r>
      <w:r w:rsidRPr="0038066D">
        <w:rPr>
          <w:sz w:val="28"/>
        </w:rPr>
        <w:tab/>
      </w:r>
      <w:r w:rsidRPr="0038066D">
        <w:rPr>
          <w:sz w:val="28"/>
        </w:rPr>
        <w:tab/>
        <w:t>Rowlock</w:t>
      </w:r>
      <w:r w:rsidRPr="0038066D">
        <w:rPr>
          <w:sz w:val="28"/>
        </w:rPr>
        <w:tab/>
      </w:r>
      <w:r w:rsidRPr="0038066D">
        <w:rPr>
          <w:sz w:val="28"/>
        </w:rPr>
        <w:tab/>
        <w:t>Shiner</w:t>
      </w:r>
      <w:r w:rsidRPr="0038066D">
        <w:rPr>
          <w:sz w:val="28"/>
        </w:rPr>
        <w:tab/>
      </w:r>
      <w:r w:rsidRPr="0038066D">
        <w:rPr>
          <w:sz w:val="28"/>
        </w:rPr>
        <w:tab/>
      </w:r>
      <w:r w:rsidRPr="0038066D">
        <w:rPr>
          <w:sz w:val="28"/>
        </w:rPr>
        <w:tab/>
        <w:t>Soldier</w:t>
      </w:r>
      <w:r w:rsidRPr="0038066D">
        <w:rPr>
          <w:sz w:val="28"/>
        </w:rPr>
        <w:tab/>
      </w:r>
      <w:r w:rsidRPr="0038066D">
        <w:rPr>
          <w:sz w:val="28"/>
        </w:rPr>
        <w:tab/>
      </w:r>
      <w:r w:rsidRPr="0038066D">
        <w:rPr>
          <w:sz w:val="28"/>
        </w:rPr>
        <w:tab/>
        <w:t>Sailor</w:t>
      </w:r>
    </w:p>
    <w:p w:rsidR="004538E0" w:rsidRDefault="004538E0" w:rsidP="00600656"/>
    <w:p w:rsidR="00600656" w:rsidRDefault="00600656" w:rsidP="00600656">
      <w:r>
        <w:rPr>
          <w:noProof/>
          <w:lang w:eastAsia="en-GB"/>
        </w:rPr>
        <w:lastRenderedPageBreak/>
        <w:drawing>
          <wp:anchor distT="0" distB="0" distL="114300" distR="114300" simplePos="0" relativeHeight="251676672" behindDoc="1" locked="0" layoutInCell="1" allowOverlap="1" wp14:anchorId="3D30BFE6" wp14:editId="123EC10F">
            <wp:simplePos x="0" y="0"/>
            <wp:positionH relativeFrom="margin">
              <wp:posOffset>609600</wp:posOffset>
            </wp:positionH>
            <wp:positionV relativeFrom="paragraph">
              <wp:posOffset>-19051</wp:posOffset>
            </wp:positionV>
            <wp:extent cx="7610475" cy="383857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83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Match the description with the images</w:t>
      </w:r>
    </w:p>
    <w:p w:rsidR="00600656" w:rsidRDefault="00600656" w:rsidP="00600656"/>
    <w:p w:rsidR="00600656" w:rsidRDefault="00600656" w:rsidP="00600656"/>
    <w:p w:rsidR="00600656" w:rsidRDefault="00600656" w:rsidP="00600656"/>
    <w:p w:rsidR="00600656" w:rsidRPr="00600656" w:rsidRDefault="00600656" w:rsidP="00600656"/>
    <w:p w:rsidR="00600656" w:rsidRP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Default="00600656" w:rsidP="00600656"/>
    <w:p w:rsidR="00600656" w:rsidRPr="00600656" w:rsidRDefault="00600656" w:rsidP="00600656">
      <w:r w:rsidRPr="00600656">
        <w:rPr>
          <w:b/>
        </w:rPr>
        <w:t>Stretcher bond (half bond)</w:t>
      </w:r>
      <w:r w:rsidRPr="00600656">
        <w:t xml:space="preserve"> - most recognisable type of bond which we use in this workshop </w:t>
      </w:r>
    </w:p>
    <w:p w:rsidR="00600656" w:rsidRPr="00600656" w:rsidRDefault="00600656" w:rsidP="00600656">
      <w:r w:rsidRPr="00600656">
        <w:rPr>
          <w:b/>
        </w:rPr>
        <w:t>English bond</w:t>
      </w:r>
      <w:r w:rsidRPr="00600656">
        <w:t xml:space="preserve"> - consists of alternate courses of headers and stretches</w:t>
      </w:r>
    </w:p>
    <w:p w:rsidR="00600656" w:rsidRPr="00600656" w:rsidRDefault="00600656" w:rsidP="00600656">
      <w:r w:rsidRPr="00600656">
        <w:rPr>
          <w:b/>
        </w:rPr>
        <w:t>English garden wall bond</w:t>
      </w:r>
      <w:r w:rsidRPr="00600656">
        <w:t xml:space="preserve"> – consists of at least three stretcher courses to one header course </w:t>
      </w:r>
    </w:p>
    <w:p w:rsidR="00600656" w:rsidRPr="00600656" w:rsidRDefault="00600656" w:rsidP="00600656">
      <w:r w:rsidRPr="00600656">
        <w:rPr>
          <w:b/>
        </w:rPr>
        <w:t>Flemish bond</w:t>
      </w:r>
      <w:r w:rsidRPr="00600656">
        <w:t xml:space="preserve"> - each course of 1 header and 1 stretcher repeated</w:t>
      </w:r>
    </w:p>
    <w:p w:rsidR="00600656" w:rsidRPr="00600656" w:rsidRDefault="00600656" w:rsidP="00600656">
      <w:r w:rsidRPr="00600656">
        <w:rPr>
          <w:b/>
        </w:rPr>
        <w:t>Flemish cross bond</w:t>
      </w:r>
      <w:r w:rsidRPr="00600656">
        <w:t xml:space="preserve"> - Similar to </w:t>
      </w:r>
      <w:hyperlink r:id="rId16" w:history="1">
        <w:r w:rsidRPr="00600656">
          <w:rPr>
            <w:rStyle w:val="Hyperlink"/>
          </w:rPr>
          <w:t>Flemish bond</w:t>
        </w:r>
      </w:hyperlink>
      <w:r w:rsidRPr="00600656">
        <w:t xml:space="preserve"> but with two additional headers in place of a stretcher at intervals.</w:t>
      </w:r>
    </w:p>
    <w:p w:rsidR="00DF56E3" w:rsidRDefault="00600656" w:rsidP="00600656">
      <w:pPr>
        <w:rPr>
          <w:sz w:val="28"/>
        </w:rPr>
      </w:pPr>
      <w:r w:rsidRPr="00600656">
        <w:rPr>
          <w:b/>
        </w:rPr>
        <w:t>Flemish garden bond</w:t>
      </w:r>
      <w:r w:rsidRPr="00600656">
        <w:t xml:space="preserve"> – each course is made of three stretchers and one header, repeated</w:t>
      </w:r>
    </w:p>
    <w:p w:rsidR="00600656" w:rsidRPr="00600656" w:rsidRDefault="00600656" w:rsidP="00600656">
      <w:pPr>
        <w:ind w:left="5040" w:firstLine="720"/>
      </w:pPr>
      <w:r w:rsidRPr="00600656">
        <w:rPr>
          <w:noProof/>
          <w:lang w:eastAsia="en-GB"/>
        </w:rPr>
        <w:lastRenderedPageBreak/>
        <w:drawing>
          <wp:anchor distT="0" distB="0" distL="114300" distR="114300" simplePos="0" relativeHeight="251678720" behindDoc="1" locked="0" layoutInCell="1" allowOverlap="1" wp14:anchorId="7E0C173A" wp14:editId="30E40D2C">
            <wp:simplePos x="0" y="0"/>
            <wp:positionH relativeFrom="margin">
              <wp:posOffset>990600</wp:posOffset>
            </wp:positionH>
            <wp:positionV relativeFrom="paragraph">
              <wp:posOffset>-175895</wp:posOffset>
            </wp:positionV>
            <wp:extent cx="7267575" cy="4381310"/>
            <wp:effectExtent l="0" t="0" r="0" b="635"/>
            <wp:wrapNone/>
            <wp:docPr id="1" name="Picture 1" descr="U:\Documents\Pictures\terms bri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Documents\Pictures\terms brick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438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0656">
        <w:t xml:space="preserve">Using the list below, identify the brick terms </w: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DA29A0" wp14:editId="477BB465">
                <wp:simplePos x="0" y="0"/>
                <wp:positionH relativeFrom="column">
                  <wp:posOffset>3422397</wp:posOffset>
                </wp:positionH>
                <wp:positionV relativeFrom="paragraph">
                  <wp:posOffset>238637</wp:posOffset>
                </wp:positionV>
                <wp:extent cx="472368" cy="364026"/>
                <wp:effectExtent l="19050" t="19050" r="23495" b="1714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368" cy="3640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2D6DE" id="Straight Connector 27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5pt,18.8pt" to="306.7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FC4554A" wp14:editId="5A08E67A">
                <wp:simplePos x="0" y="0"/>
                <wp:positionH relativeFrom="column">
                  <wp:posOffset>3042222</wp:posOffset>
                </wp:positionH>
                <wp:positionV relativeFrom="paragraph">
                  <wp:posOffset>242955</wp:posOffset>
                </wp:positionV>
                <wp:extent cx="381361" cy="108341"/>
                <wp:effectExtent l="19050" t="19050" r="1905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361" cy="10834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9F710" id="Straight Connector 22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55pt,19.15pt" to="269.6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7EB40F" wp14:editId="71CE5FD7">
                <wp:simplePos x="0" y="0"/>
                <wp:positionH relativeFrom="column">
                  <wp:posOffset>4467225</wp:posOffset>
                </wp:positionH>
                <wp:positionV relativeFrom="paragraph">
                  <wp:posOffset>85090</wp:posOffset>
                </wp:positionV>
                <wp:extent cx="1266825" cy="35242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5CC17" id="Rectangle 25" o:spid="_x0000_s1026" style="position:absolute;margin-left:351.75pt;margin-top:6.7pt;width:99.7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" fillcolor="window" strokecolor="windowText" strokeweight="1pt"/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3FA462" wp14:editId="4591FF05">
                <wp:simplePos x="0" y="0"/>
                <wp:positionH relativeFrom="column">
                  <wp:posOffset>3037888</wp:posOffset>
                </wp:positionH>
                <wp:positionV relativeFrom="paragraph">
                  <wp:posOffset>69879</wp:posOffset>
                </wp:positionV>
                <wp:extent cx="0" cy="242513"/>
                <wp:effectExtent l="19050" t="19050" r="19050" b="571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2513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4EDEF" id="Straight Connector 28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pt,5.5pt" to="239.2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F13E3B" wp14:editId="1DED27FD">
                <wp:simplePos x="0" y="0"/>
                <wp:positionH relativeFrom="column">
                  <wp:posOffset>3041686</wp:posOffset>
                </wp:positionH>
                <wp:positionV relativeFrom="paragraph">
                  <wp:posOffset>74728</wp:posOffset>
                </wp:positionV>
                <wp:extent cx="472368" cy="364026"/>
                <wp:effectExtent l="19050" t="19050" r="23495" b="1714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368" cy="3640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499CAD" id="Straight Connector 26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pt,5.9pt" to="276.7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" strokecolor="windowText" strokeweight="2.25pt">
                <v:stroke joinstyle="miter"/>
              </v:line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23E47C" wp14:editId="32013F24">
                <wp:simplePos x="0" y="0"/>
                <wp:positionH relativeFrom="column">
                  <wp:posOffset>3899749</wp:posOffset>
                </wp:positionH>
                <wp:positionV relativeFrom="paragraph">
                  <wp:posOffset>40965</wp:posOffset>
                </wp:positionV>
                <wp:extent cx="0" cy="242513"/>
                <wp:effectExtent l="19050" t="19050" r="19050" b="571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2513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C41A3" id="Straight Connector 3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05pt,3.25pt" to="307.0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E0169A" wp14:editId="53CFF992">
                <wp:simplePos x="0" y="0"/>
                <wp:positionH relativeFrom="column">
                  <wp:posOffset>3518388</wp:posOffset>
                </wp:positionH>
                <wp:positionV relativeFrom="paragraph">
                  <wp:posOffset>136306</wp:posOffset>
                </wp:positionV>
                <wp:extent cx="0" cy="242513"/>
                <wp:effectExtent l="19050" t="19050" r="19050" b="571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2513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6C423" id="Straight Connector 30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05pt,10.75pt" to="277.0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A637F8" wp14:editId="3FBE0E71">
                <wp:simplePos x="0" y="0"/>
                <wp:positionH relativeFrom="column">
                  <wp:posOffset>3042221</wp:posOffset>
                </wp:positionH>
                <wp:positionV relativeFrom="paragraph">
                  <wp:posOffset>23116</wp:posOffset>
                </wp:positionV>
                <wp:extent cx="472368" cy="364026"/>
                <wp:effectExtent l="19050" t="19050" r="23495" b="1714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2368" cy="3640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11915" id="Straight Connector 29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5pt,1.8pt" to="276.7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3CEDDF" wp14:editId="317E88A3">
                <wp:simplePos x="0" y="0"/>
                <wp:positionH relativeFrom="column">
                  <wp:posOffset>3548723</wp:posOffset>
                </wp:positionH>
                <wp:positionV relativeFrom="paragraph">
                  <wp:posOffset>287983</wp:posOffset>
                </wp:positionV>
                <wp:extent cx="381361" cy="108341"/>
                <wp:effectExtent l="19050" t="19050" r="19050" b="254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361" cy="10834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BA565" id="Straight Connector 32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45pt,22.7pt" to="309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4C9C2C" wp14:editId="3C101E59">
                <wp:simplePos x="0" y="0"/>
                <wp:positionH relativeFrom="column">
                  <wp:posOffset>3527054</wp:posOffset>
                </wp:positionH>
                <wp:positionV relativeFrom="paragraph">
                  <wp:posOffset>23630</wp:posOffset>
                </wp:positionV>
                <wp:extent cx="381361" cy="108341"/>
                <wp:effectExtent l="19050" t="19050" r="1905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361" cy="10834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076222" id="Straight Connector 23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7pt,1.85pt" to="307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69186B" wp14:editId="47DAA3C7">
                <wp:simplePos x="0" y="0"/>
                <wp:positionH relativeFrom="column">
                  <wp:posOffset>6238875</wp:posOffset>
                </wp:positionH>
                <wp:positionV relativeFrom="paragraph">
                  <wp:posOffset>9525</wp:posOffset>
                </wp:positionV>
                <wp:extent cx="1266825" cy="3524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6AF3B" id="Rectangle 4" o:spid="_x0000_s1026" style="position:absolute;margin-left:491.25pt;margin-top:.75pt;width:99.75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" fillcolor="window" strokecolor="windowText" strokeweight="1pt"/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C9DA24" wp14:editId="3FC2708B">
                <wp:simplePos x="0" y="0"/>
                <wp:positionH relativeFrom="column">
                  <wp:posOffset>619125</wp:posOffset>
                </wp:positionH>
                <wp:positionV relativeFrom="paragraph">
                  <wp:posOffset>191134</wp:posOffset>
                </wp:positionV>
                <wp:extent cx="1266825" cy="35242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B142D" id="Rectangle 33" o:spid="_x0000_s1026" style="position:absolute;margin-left:48.75pt;margin-top:15.05pt;width:99.75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" fillcolor="window" strokecolor="windowText" strokeweight="1pt"/>
            </w:pict>
          </mc:Fallback>
        </mc:AlternateContent>
      </w:r>
    </w:p>
    <w:p w:rsidR="00600656" w:rsidRPr="00600656" w:rsidRDefault="00600656" w:rsidP="00600656">
      <w:pPr>
        <w:tabs>
          <w:tab w:val="left" w:pos="4040"/>
        </w:tabs>
      </w:pPr>
      <w:r w:rsidRPr="00600656">
        <w:tab/>
      </w:r>
    </w:p>
    <w:p w:rsidR="00600656" w:rsidRPr="00600656" w:rsidRDefault="00600656" w:rsidP="00600656"/>
    <w:p w:rsidR="00600656" w:rsidRPr="00600656" w:rsidRDefault="00600656" w:rsidP="00600656"/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6459B1" wp14:editId="21D1A2EF">
                <wp:simplePos x="0" y="0"/>
                <wp:positionH relativeFrom="column">
                  <wp:posOffset>5991224</wp:posOffset>
                </wp:positionH>
                <wp:positionV relativeFrom="paragraph">
                  <wp:posOffset>243523</wp:posOffset>
                </wp:positionV>
                <wp:extent cx="257175" cy="114300"/>
                <wp:effectExtent l="19050" t="1905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114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9607C" id="Straight Connector 20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75pt,19.2pt" to="49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64772E" wp14:editId="633CD6B5">
                <wp:simplePos x="0" y="0"/>
                <wp:positionH relativeFrom="column">
                  <wp:posOffset>6238875</wp:posOffset>
                </wp:positionH>
                <wp:positionV relativeFrom="paragraph">
                  <wp:posOffset>224790</wp:posOffset>
                </wp:positionV>
                <wp:extent cx="0" cy="219075"/>
                <wp:effectExtent l="19050" t="19050" r="1905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2A918" id="Straight Connector 1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1.25pt,17.7pt" to="491.2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" strokecolor="windowText" strokeweight="2.25pt">
                <v:stroke joinstyle="miter"/>
              </v:line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05C409" wp14:editId="683E556C">
                <wp:simplePos x="0" y="0"/>
                <wp:positionH relativeFrom="column">
                  <wp:posOffset>5989103</wp:posOffset>
                </wp:positionH>
                <wp:positionV relativeFrom="paragraph">
                  <wp:posOffset>55710</wp:posOffset>
                </wp:positionV>
                <wp:extent cx="3810" cy="188740"/>
                <wp:effectExtent l="19050" t="19050" r="34290" b="190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" cy="1887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629924" id="Straight Connector 18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6pt,4.4pt" to="471.9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600D5E" wp14:editId="11ED8FAA">
                <wp:simplePos x="0" y="0"/>
                <wp:positionH relativeFrom="column">
                  <wp:posOffset>6038037</wp:posOffset>
                </wp:positionH>
                <wp:positionV relativeFrom="paragraph">
                  <wp:posOffset>233390</wp:posOffset>
                </wp:positionV>
                <wp:extent cx="11737" cy="186347"/>
                <wp:effectExtent l="19050" t="19050" r="26670" b="44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37" cy="186347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CBE3E" id="Straight Connector 34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45pt,18.4pt" to="476.3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AD2F4B" wp14:editId="4BFC3579">
                <wp:simplePos x="0" y="0"/>
                <wp:positionH relativeFrom="column">
                  <wp:posOffset>5995988</wp:posOffset>
                </wp:positionH>
                <wp:positionV relativeFrom="paragraph">
                  <wp:posOffset>120650</wp:posOffset>
                </wp:positionV>
                <wp:extent cx="257175" cy="114300"/>
                <wp:effectExtent l="19050" t="1905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114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75CFEB" id="Straight Connector 2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15pt,9.5pt" to="492.4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9C4C02" wp14:editId="781CB586">
                <wp:simplePos x="0" y="0"/>
                <wp:positionH relativeFrom="column">
                  <wp:posOffset>5562600</wp:posOffset>
                </wp:positionH>
                <wp:positionV relativeFrom="paragraph">
                  <wp:posOffset>232727</wp:posOffset>
                </wp:positionV>
                <wp:extent cx="495300" cy="209550"/>
                <wp:effectExtent l="19050" t="19050" r="1905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209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1D351" id="Straight Connector 35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pt,18.3pt" to="477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6CDCDB" wp14:editId="6B6164BE">
                <wp:simplePos x="0" y="0"/>
                <wp:positionH relativeFrom="column">
                  <wp:posOffset>6953250</wp:posOffset>
                </wp:positionH>
                <wp:positionV relativeFrom="paragraph">
                  <wp:posOffset>219075</wp:posOffset>
                </wp:positionV>
                <wp:extent cx="1266825" cy="35242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FCDF6" id="Rectangle 36" o:spid="_x0000_s1026" style="position:absolute;margin-left:547.5pt;margin-top:17.25pt;width:99.7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" fillcolor="window" strokecolor="windowText" strokeweight="1pt"/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62CD28" wp14:editId="73652768">
                <wp:simplePos x="0" y="0"/>
                <wp:positionH relativeFrom="column">
                  <wp:posOffset>5572125</wp:posOffset>
                </wp:positionH>
                <wp:positionV relativeFrom="paragraph">
                  <wp:posOffset>134937</wp:posOffset>
                </wp:positionV>
                <wp:extent cx="0" cy="219075"/>
                <wp:effectExtent l="19050" t="19050" r="19050" b="952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F2ADC" id="Straight Connector 37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75pt,10.6pt" to="438.7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A5C39C" wp14:editId="144DF0D8">
                <wp:simplePos x="0" y="0"/>
                <wp:positionH relativeFrom="column">
                  <wp:posOffset>5543550</wp:posOffset>
                </wp:positionH>
                <wp:positionV relativeFrom="paragraph">
                  <wp:posOffset>134619</wp:posOffset>
                </wp:positionV>
                <wp:extent cx="495300" cy="209550"/>
                <wp:effectExtent l="19050" t="1905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209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6605C" id="Straight Connector 38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5pt,10.6pt" to="475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" strokecolor="windowText" strokeweight="2.25pt">
                <v:stroke joinstyle="miter"/>
              </v:line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1D58A7" wp14:editId="39DEAB67">
                <wp:simplePos x="0" y="0"/>
                <wp:positionH relativeFrom="column">
                  <wp:posOffset>4933950</wp:posOffset>
                </wp:positionH>
                <wp:positionV relativeFrom="paragraph">
                  <wp:posOffset>144144</wp:posOffset>
                </wp:positionV>
                <wp:extent cx="0" cy="219075"/>
                <wp:effectExtent l="19050" t="19050" r="19050" b="952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E1951" id="Straight Connector 39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5pt,11.35pt" to="388.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" strokecolor="windowText" strokeweight="2.25pt">
                <v:stroke joinstyle="miter"/>
              </v:line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6252C1" wp14:editId="0D0D82C5">
                <wp:simplePos x="0" y="0"/>
                <wp:positionH relativeFrom="column">
                  <wp:posOffset>6238875</wp:posOffset>
                </wp:positionH>
                <wp:positionV relativeFrom="paragraph">
                  <wp:posOffset>47625</wp:posOffset>
                </wp:positionV>
                <wp:extent cx="1266825" cy="352425"/>
                <wp:effectExtent l="0" t="0" r="28575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7A932" id="Rectangle 40" o:spid="_x0000_s1026" style="position:absolute;margin-left:491.25pt;margin-top:3.75pt;width:99.7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" fillcolor="window" strokecolor="windowText" strokeweight="1pt"/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5E6C13" wp14:editId="7364EAB1">
                <wp:simplePos x="0" y="0"/>
                <wp:positionH relativeFrom="column">
                  <wp:posOffset>5505450</wp:posOffset>
                </wp:positionH>
                <wp:positionV relativeFrom="paragraph">
                  <wp:posOffset>85725</wp:posOffset>
                </wp:positionV>
                <wp:extent cx="1266825" cy="352425"/>
                <wp:effectExtent l="0" t="0" r="28575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963CD" id="Rectangle 41" o:spid="_x0000_s1026" style="position:absolute;margin-left:433.5pt;margin-top:6.75pt;width:99.75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" fillcolor="window" strokecolor="windowText" strokeweight="1pt"/>
            </w:pict>
          </mc:Fallback>
        </mc:AlternateContent>
      </w:r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8C87AF" wp14:editId="073DEFF6">
                <wp:simplePos x="0" y="0"/>
                <wp:positionH relativeFrom="column">
                  <wp:posOffset>3838575</wp:posOffset>
                </wp:positionH>
                <wp:positionV relativeFrom="paragraph">
                  <wp:posOffset>86995</wp:posOffset>
                </wp:positionV>
                <wp:extent cx="647700" cy="314325"/>
                <wp:effectExtent l="19050" t="19050" r="19050" b="285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3143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8620D" id="Straight Connector 42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6.85pt" to="353.2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</w:p>
    <w:p w:rsidR="00600656" w:rsidRPr="00600656" w:rsidRDefault="00600656" w:rsidP="00600656">
      <w:r w:rsidRPr="006006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2B6A5C" wp14:editId="129C4765">
                <wp:simplePos x="0" y="0"/>
                <wp:positionH relativeFrom="column">
                  <wp:posOffset>4762500</wp:posOffset>
                </wp:positionH>
                <wp:positionV relativeFrom="paragraph">
                  <wp:posOffset>114300</wp:posOffset>
                </wp:positionV>
                <wp:extent cx="1266825" cy="352425"/>
                <wp:effectExtent l="0" t="0" r="28575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1F12B" id="Rectangle 43" o:spid="_x0000_s1026" style="position:absolute;margin-left:375pt;margin-top:9pt;width:99.75pt;height:2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" fillcolor="window" strokecolor="windowText" strokeweight="1pt"/>
            </w:pict>
          </mc:Fallback>
        </mc:AlternateContent>
      </w:r>
    </w:p>
    <w:p w:rsidR="00600656" w:rsidRPr="00600656" w:rsidRDefault="00600656" w:rsidP="00600656"/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374"/>
        <w:gridCol w:w="7938"/>
      </w:tblGrid>
      <w:tr w:rsidR="00600656" w:rsidRPr="00600656" w:rsidTr="00573E43">
        <w:tc>
          <w:tcPr>
            <w:tcW w:w="6374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Stop end</w:t>
            </w:r>
            <w:r w:rsidRPr="00600656">
              <w:rPr>
                <w:rFonts w:ascii="Arial" w:hAnsi="Arial" w:cs="Arial"/>
                <w:sz w:val="24"/>
              </w:rPr>
              <w:t xml:space="preserve"> - The bricks that stop the wall level with each other </w:t>
            </w:r>
          </w:p>
        </w:tc>
        <w:tc>
          <w:tcPr>
            <w:tcW w:w="7938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Header course</w:t>
            </w:r>
            <w:r w:rsidRPr="00600656">
              <w:rPr>
                <w:rFonts w:ascii="Arial" w:hAnsi="Arial" w:cs="Arial"/>
                <w:sz w:val="24"/>
              </w:rPr>
              <w:t xml:space="preserve"> – the short end of the brick </w:t>
            </w:r>
          </w:p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</w:p>
        </w:tc>
      </w:tr>
      <w:tr w:rsidR="00600656" w:rsidRPr="00600656" w:rsidTr="00573E43">
        <w:tc>
          <w:tcPr>
            <w:tcW w:w="6374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Bed joints</w:t>
            </w:r>
            <w:r w:rsidRPr="00600656">
              <w:rPr>
                <w:rFonts w:ascii="Arial" w:hAnsi="Arial" w:cs="Arial"/>
                <w:sz w:val="24"/>
              </w:rPr>
              <w:t xml:space="preserve"> – the horizontal layer or mortar between courses</w:t>
            </w:r>
          </w:p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8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Quoin brick</w:t>
            </w:r>
            <w:r w:rsidRPr="00600656">
              <w:rPr>
                <w:rFonts w:ascii="Arial" w:hAnsi="Arial" w:cs="Arial"/>
                <w:sz w:val="24"/>
              </w:rPr>
              <w:t xml:space="preserve"> – the brick laid at the corner </w:t>
            </w:r>
          </w:p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</w:p>
        </w:tc>
      </w:tr>
      <w:tr w:rsidR="00600656" w:rsidRPr="00600656" w:rsidTr="00573E43">
        <w:tc>
          <w:tcPr>
            <w:tcW w:w="6374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Stretcher course</w:t>
            </w:r>
            <w:r w:rsidRPr="00600656">
              <w:rPr>
                <w:rFonts w:ascii="Arial" w:hAnsi="Arial" w:cs="Arial"/>
                <w:sz w:val="24"/>
              </w:rPr>
              <w:t xml:space="preserve"> – the long end of the brick </w:t>
            </w:r>
          </w:p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938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Raking back</w:t>
            </w:r>
            <w:r w:rsidRPr="00600656">
              <w:rPr>
                <w:rFonts w:ascii="Arial" w:hAnsi="Arial" w:cs="Arial"/>
                <w:sz w:val="24"/>
              </w:rPr>
              <w:t xml:space="preserve"> – when each course steps backward rather than being a stop end </w:t>
            </w:r>
          </w:p>
        </w:tc>
      </w:tr>
      <w:tr w:rsidR="00600656" w:rsidRPr="00600656" w:rsidTr="00573E43">
        <w:tc>
          <w:tcPr>
            <w:tcW w:w="6374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  <w:r w:rsidRPr="00600656">
              <w:rPr>
                <w:rFonts w:ascii="Arial" w:hAnsi="Arial" w:cs="Arial"/>
                <w:b/>
                <w:sz w:val="24"/>
              </w:rPr>
              <w:t>Perpends</w:t>
            </w:r>
            <w:r w:rsidRPr="00600656">
              <w:rPr>
                <w:rFonts w:ascii="Arial" w:hAnsi="Arial" w:cs="Arial"/>
                <w:sz w:val="24"/>
              </w:rPr>
              <w:t xml:space="preserve"> – the vertical layer of mortar between bricks</w:t>
            </w:r>
          </w:p>
        </w:tc>
        <w:tc>
          <w:tcPr>
            <w:tcW w:w="7938" w:type="dxa"/>
          </w:tcPr>
          <w:p w:rsidR="00600656" w:rsidRPr="00600656" w:rsidRDefault="00600656" w:rsidP="00600656">
            <w:pPr>
              <w:rPr>
                <w:rFonts w:ascii="Arial" w:hAnsi="Arial" w:cs="Arial"/>
                <w:sz w:val="24"/>
              </w:rPr>
            </w:pPr>
          </w:p>
        </w:tc>
      </w:tr>
    </w:tbl>
    <w:p w:rsidR="00D22223" w:rsidRDefault="00D22223" w:rsidP="00D22223">
      <w:pPr>
        <w:sectPr w:rsidR="00D22223" w:rsidSect="00600656">
          <w:headerReference w:type="default" r:id="rId18"/>
          <w:footerReference w:type="default" r:id="rId1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D22223" w:rsidRDefault="00D22223" w:rsidP="00D22223">
      <w:r>
        <w:lastRenderedPageBreak/>
        <w:t xml:space="preserve">Brick Quiz </w:t>
      </w:r>
    </w:p>
    <w:p w:rsidR="00600656" w:rsidRPr="00600656" w:rsidRDefault="00600656" w:rsidP="00D22223">
      <w:pPr>
        <w:pStyle w:val="ListParagraph"/>
        <w:numPr>
          <w:ilvl w:val="0"/>
          <w:numId w:val="9"/>
        </w:numPr>
      </w:pPr>
      <w:r w:rsidRPr="00600656">
        <w:t>What weight club hammer would be adequate for any bricklayer?</w:t>
      </w:r>
    </w:p>
    <w:p w:rsidR="00600656" w:rsidRPr="00600656" w:rsidRDefault="00600656" w:rsidP="00600656">
      <w:pPr>
        <w:numPr>
          <w:ilvl w:val="0"/>
          <w:numId w:val="2"/>
        </w:numPr>
        <w:contextualSpacing/>
      </w:pPr>
      <w:r w:rsidRPr="00600656">
        <w:t>1kg</w:t>
      </w:r>
    </w:p>
    <w:p w:rsidR="00600656" w:rsidRPr="00600656" w:rsidRDefault="00600656" w:rsidP="00600656">
      <w:pPr>
        <w:numPr>
          <w:ilvl w:val="0"/>
          <w:numId w:val="2"/>
        </w:numPr>
        <w:contextualSpacing/>
      </w:pPr>
      <w:r w:rsidRPr="00600656">
        <w:t>3kg</w:t>
      </w:r>
    </w:p>
    <w:p w:rsidR="00600656" w:rsidRPr="00600656" w:rsidRDefault="00600656" w:rsidP="00600656">
      <w:pPr>
        <w:numPr>
          <w:ilvl w:val="0"/>
          <w:numId w:val="2"/>
        </w:numPr>
        <w:contextualSpacing/>
      </w:pPr>
      <w:r w:rsidRPr="00600656">
        <w:t>5kg</w:t>
      </w:r>
    </w:p>
    <w:p w:rsidR="00600656" w:rsidRPr="00600656" w:rsidRDefault="00600656" w:rsidP="00600656">
      <w:pPr>
        <w:numPr>
          <w:ilvl w:val="0"/>
          <w:numId w:val="2"/>
        </w:numPr>
        <w:contextualSpacing/>
      </w:pPr>
      <w:r w:rsidRPr="00600656">
        <w:t>10kg</w:t>
      </w:r>
    </w:p>
    <w:p w:rsidR="00600656" w:rsidRPr="00600656" w:rsidRDefault="00600656" w:rsidP="00600656"/>
    <w:p w:rsidR="00600656" w:rsidRPr="00600656" w:rsidRDefault="00600656" w:rsidP="00D22223">
      <w:pPr>
        <w:numPr>
          <w:ilvl w:val="0"/>
          <w:numId w:val="9"/>
        </w:numPr>
        <w:contextualSpacing/>
      </w:pPr>
      <w:r w:rsidRPr="00600656">
        <w:t>How long would a spirit level need to be for general work?</w:t>
      </w:r>
    </w:p>
    <w:p w:rsidR="00600656" w:rsidRPr="00600656" w:rsidRDefault="00600656" w:rsidP="00600656">
      <w:pPr>
        <w:numPr>
          <w:ilvl w:val="0"/>
          <w:numId w:val="3"/>
        </w:numPr>
        <w:contextualSpacing/>
      </w:pPr>
      <w:r w:rsidRPr="00600656">
        <w:t>200mm</w:t>
      </w:r>
    </w:p>
    <w:p w:rsidR="00600656" w:rsidRPr="00600656" w:rsidRDefault="00600656" w:rsidP="00600656">
      <w:pPr>
        <w:numPr>
          <w:ilvl w:val="0"/>
          <w:numId w:val="3"/>
        </w:numPr>
        <w:contextualSpacing/>
      </w:pPr>
      <w:r w:rsidRPr="00600656">
        <w:t>500mm</w:t>
      </w:r>
    </w:p>
    <w:p w:rsidR="00600656" w:rsidRPr="00600656" w:rsidRDefault="00600656" w:rsidP="00600656">
      <w:pPr>
        <w:numPr>
          <w:ilvl w:val="0"/>
          <w:numId w:val="3"/>
        </w:numPr>
        <w:contextualSpacing/>
      </w:pPr>
      <w:r w:rsidRPr="00600656">
        <w:t>900mm</w:t>
      </w:r>
    </w:p>
    <w:p w:rsidR="00600656" w:rsidRPr="00600656" w:rsidRDefault="00600656" w:rsidP="00600656">
      <w:pPr>
        <w:numPr>
          <w:ilvl w:val="0"/>
          <w:numId w:val="3"/>
        </w:numPr>
        <w:contextualSpacing/>
      </w:pPr>
      <w:r w:rsidRPr="00600656">
        <w:t>1100mm</w:t>
      </w:r>
    </w:p>
    <w:p w:rsidR="00600656" w:rsidRPr="00600656" w:rsidRDefault="00600656" w:rsidP="00600656"/>
    <w:p w:rsidR="00600656" w:rsidRPr="00600656" w:rsidRDefault="00600656" w:rsidP="00D22223">
      <w:pPr>
        <w:numPr>
          <w:ilvl w:val="0"/>
          <w:numId w:val="9"/>
        </w:numPr>
        <w:contextualSpacing/>
      </w:pPr>
      <w:r w:rsidRPr="00600656">
        <w:t>The use of brick was first recorded how long ago?</w:t>
      </w:r>
    </w:p>
    <w:p w:rsidR="00600656" w:rsidRPr="00600656" w:rsidRDefault="00600656" w:rsidP="00600656">
      <w:pPr>
        <w:numPr>
          <w:ilvl w:val="0"/>
          <w:numId w:val="4"/>
        </w:numPr>
        <w:contextualSpacing/>
      </w:pPr>
      <w:r w:rsidRPr="00600656">
        <w:t>500 years ago</w:t>
      </w:r>
    </w:p>
    <w:p w:rsidR="00600656" w:rsidRPr="00600656" w:rsidRDefault="00600656" w:rsidP="00600656">
      <w:pPr>
        <w:numPr>
          <w:ilvl w:val="0"/>
          <w:numId w:val="4"/>
        </w:numPr>
        <w:contextualSpacing/>
      </w:pPr>
      <w:r w:rsidRPr="00600656">
        <w:t>1000 years ago</w:t>
      </w:r>
    </w:p>
    <w:p w:rsidR="00600656" w:rsidRPr="00600656" w:rsidRDefault="00600656" w:rsidP="00600656">
      <w:pPr>
        <w:numPr>
          <w:ilvl w:val="0"/>
          <w:numId w:val="4"/>
        </w:numPr>
        <w:contextualSpacing/>
      </w:pPr>
      <w:r w:rsidRPr="00600656">
        <w:t>6000 years ago</w:t>
      </w:r>
    </w:p>
    <w:p w:rsidR="00600656" w:rsidRPr="00600656" w:rsidRDefault="00600656" w:rsidP="00600656">
      <w:pPr>
        <w:numPr>
          <w:ilvl w:val="0"/>
          <w:numId w:val="4"/>
        </w:numPr>
        <w:contextualSpacing/>
      </w:pPr>
      <w:r w:rsidRPr="00600656">
        <w:t>10,000 years ago</w:t>
      </w:r>
    </w:p>
    <w:p w:rsidR="00600656" w:rsidRPr="00600656" w:rsidRDefault="00600656" w:rsidP="00600656"/>
    <w:p w:rsidR="00600656" w:rsidRPr="00600656" w:rsidRDefault="00600656" w:rsidP="00D22223">
      <w:pPr>
        <w:numPr>
          <w:ilvl w:val="0"/>
          <w:numId w:val="9"/>
        </w:numPr>
        <w:contextualSpacing/>
      </w:pPr>
      <w:r w:rsidRPr="00600656">
        <w:t>What kind of brick is shown below?</w:t>
      </w:r>
    </w:p>
    <w:p w:rsidR="00600656" w:rsidRPr="00600656" w:rsidRDefault="00600656" w:rsidP="00600656">
      <w:pPr>
        <w:numPr>
          <w:ilvl w:val="0"/>
          <w:numId w:val="5"/>
        </w:numPr>
        <w:contextualSpacing/>
      </w:pPr>
      <w:r w:rsidRPr="00600656">
        <w:t>Squint brick</w:t>
      </w:r>
    </w:p>
    <w:p w:rsidR="00600656" w:rsidRPr="00600656" w:rsidRDefault="00600656" w:rsidP="00600656">
      <w:pPr>
        <w:numPr>
          <w:ilvl w:val="0"/>
          <w:numId w:val="5"/>
        </w:numPr>
        <w:contextualSpacing/>
      </w:pPr>
      <w:r w:rsidRPr="00600656">
        <w:t>Cant brick</w:t>
      </w:r>
    </w:p>
    <w:p w:rsidR="00600656" w:rsidRPr="00600656" w:rsidRDefault="00600656" w:rsidP="00600656">
      <w:pPr>
        <w:numPr>
          <w:ilvl w:val="0"/>
          <w:numId w:val="5"/>
        </w:numPr>
        <w:contextualSpacing/>
      </w:pPr>
      <w:r w:rsidRPr="00600656">
        <w:t>Bull nose brick</w:t>
      </w:r>
    </w:p>
    <w:p w:rsidR="00600656" w:rsidRPr="00600656" w:rsidRDefault="00600656" w:rsidP="00D22223">
      <w:pPr>
        <w:ind w:left="1080"/>
        <w:contextualSpacing/>
      </w:pPr>
      <w:r w:rsidRPr="00600656">
        <w:rPr>
          <w:noProof/>
          <w:lang w:eastAsia="en-GB"/>
        </w:rPr>
        <w:drawing>
          <wp:inline distT="0" distB="0" distL="0" distR="0" wp14:anchorId="1C6F9056" wp14:editId="7F0103C9">
            <wp:extent cx="1578610" cy="1166461"/>
            <wp:effectExtent l="0" t="0" r="254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30606~1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21" t="32758" b="18548"/>
                    <a:stretch/>
                  </pic:blipFill>
                  <pic:spPr bwMode="auto">
                    <a:xfrm>
                      <a:off x="0" y="0"/>
                      <a:ext cx="1592856" cy="11769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0656" w:rsidRPr="00600656" w:rsidRDefault="00600656" w:rsidP="00D22223">
      <w:pPr>
        <w:numPr>
          <w:ilvl w:val="0"/>
          <w:numId w:val="9"/>
        </w:numPr>
        <w:contextualSpacing/>
      </w:pPr>
      <w:r w:rsidRPr="00600656">
        <w:t>Sand-lime bricks are heated in…</w:t>
      </w:r>
    </w:p>
    <w:p w:rsidR="00600656" w:rsidRPr="00600656" w:rsidRDefault="00600656" w:rsidP="00600656">
      <w:pPr>
        <w:numPr>
          <w:ilvl w:val="0"/>
          <w:numId w:val="6"/>
        </w:numPr>
        <w:contextualSpacing/>
      </w:pPr>
      <w:proofErr w:type="spellStart"/>
      <w:r w:rsidRPr="00600656">
        <w:t>Intermitten</w:t>
      </w:r>
      <w:proofErr w:type="spellEnd"/>
      <w:r w:rsidRPr="00600656">
        <w:t xml:space="preserve"> kilns</w:t>
      </w:r>
    </w:p>
    <w:p w:rsidR="00600656" w:rsidRPr="00600656" w:rsidRDefault="00600656" w:rsidP="00600656">
      <w:pPr>
        <w:numPr>
          <w:ilvl w:val="0"/>
          <w:numId w:val="6"/>
        </w:numPr>
        <w:contextualSpacing/>
      </w:pPr>
      <w:r w:rsidRPr="00600656">
        <w:t>Autoclaves</w:t>
      </w:r>
    </w:p>
    <w:p w:rsidR="00600656" w:rsidRPr="00600656" w:rsidRDefault="00600656" w:rsidP="00600656">
      <w:pPr>
        <w:numPr>
          <w:ilvl w:val="0"/>
          <w:numId w:val="6"/>
        </w:numPr>
        <w:contextualSpacing/>
      </w:pPr>
      <w:r w:rsidRPr="00600656">
        <w:t>Clamp</w:t>
      </w:r>
    </w:p>
    <w:p w:rsidR="00600656" w:rsidRPr="00600656" w:rsidRDefault="00600656" w:rsidP="00600656">
      <w:pPr>
        <w:ind w:left="1080"/>
        <w:contextualSpacing/>
      </w:pPr>
    </w:p>
    <w:p w:rsidR="00600656" w:rsidRPr="00600656" w:rsidRDefault="00600656" w:rsidP="00D22223">
      <w:pPr>
        <w:numPr>
          <w:ilvl w:val="0"/>
          <w:numId w:val="9"/>
        </w:numPr>
        <w:contextualSpacing/>
      </w:pPr>
      <w:r w:rsidRPr="00600656">
        <w:t>Bricks should be thoroughly dried before burning to….</w:t>
      </w:r>
    </w:p>
    <w:p w:rsidR="00600656" w:rsidRPr="00600656" w:rsidRDefault="00600656" w:rsidP="00600656">
      <w:pPr>
        <w:numPr>
          <w:ilvl w:val="0"/>
          <w:numId w:val="7"/>
        </w:numPr>
        <w:contextualSpacing/>
      </w:pPr>
      <w:r w:rsidRPr="00600656">
        <w:t>Ensure even colour</w:t>
      </w:r>
    </w:p>
    <w:p w:rsidR="00600656" w:rsidRPr="00600656" w:rsidRDefault="00600656" w:rsidP="00600656">
      <w:pPr>
        <w:numPr>
          <w:ilvl w:val="0"/>
          <w:numId w:val="7"/>
        </w:numPr>
        <w:contextualSpacing/>
      </w:pPr>
      <w:r w:rsidRPr="00600656">
        <w:t>Ensure easy handling</w:t>
      </w:r>
    </w:p>
    <w:p w:rsidR="00600656" w:rsidRPr="00600656" w:rsidRDefault="00600656" w:rsidP="00600656">
      <w:pPr>
        <w:numPr>
          <w:ilvl w:val="0"/>
          <w:numId w:val="7"/>
        </w:numPr>
        <w:contextualSpacing/>
      </w:pPr>
      <w:r w:rsidRPr="00600656">
        <w:t>Prevent cracking</w:t>
      </w:r>
    </w:p>
    <w:p w:rsidR="00600656" w:rsidRDefault="00600656" w:rsidP="00600656">
      <w:pPr>
        <w:tabs>
          <w:tab w:val="left" w:pos="1185"/>
        </w:tabs>
      </w:pPr>
    </w:p>
    <w:p w:rsidR="00D22223" w:rsidRDefault="00D22223" w:rsidP="00600656">
      <w:pPr>
        <w:tabs>
          <w:tab w:val="left" w:pos="1185"/>
        </w:tabs>
      </w:pPr>
    </w:p>
    <w:p w:rsidR="00D22223" w:rsidRDefault="00D22223" w:rsidP="00600656">
      <w:pPr>
        <w:tabs>
          <w:tab w:val="left" w:pos="1185"/>
        </w:tabs>
      </w:pPr>
    </w:p>
    <w:p w:rsidR="00D22223" w:rsidRDefault="00D22223" w:rsidP="00600656">
      <w:pPr>
        <w:tabs>
          <w:tab w:val="left" w:pos="1185"/>
        </w:tabs>
      </w:pPr>
    </w:p>
    <w:p w:rsidR="00D22223" w:rsidRDefault="00D22223" w:rsidP="00600656">
      <w:pPr>
        <w:tabs>
          <w:tab w:val="left" w:pos="1185"/>
        </w:tabs>
        <w:sectPr w:rsidR="00D22223" w:rsidSect="00D22223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D22223" w:rsidRPr="00DA0B13" w:rsidRDefault="00D22223" w:rsidP="00600656">
      <w:pPr>
        <w:tabs>
          <w:tab w:val="left" w:pos="1185"/>
        </w:tabs>
        <w:rPr>
          <w:sz w:val="28"/>
        </w:rPr>
      </w:pPr>
      <w:r w:rsidRPr="00DA0B13">
        <w:rPr>
          <w:sz w:val="28"/>
        </w:rPr>
        <w:lastRenderedPageBreak/>
        <w:t xml:space="preserve">Task 1; Straight wall stretcher bond, 10mm mortar bed and perpend </w:t>
      </w:r>
    </w:p>
    <w:p w:rsidR="00DF56E3" w:rsidRDefault="00DF56E3" w:rsidP="0038066D">
      <w:pPr>
        <w:rPr>
          <w:sz w:val="28"/>
        </w:rPr>
      </w:pPr>
    </w:p>
    <w:p w:rsidR="00D22223" w:rsidRDefault="00D22223" w:rsidP="0038066D">
      <w:pPr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121844B" wp14:editId="7DDCE851">
                <wp:simplePos x="0" y="0"/>
                <wp:positionH relativeFrom="column">
                  <wp:posOffset>4182468</wp:posOffset>
                </wp:positionH>
                <wp:positionV relativeFrom="paragraph">
                  <wp:posOffset>340995</wp:posOffset>
                </wp:positionV>
                <wp:extent cx="1307805" cy="510362"/>
                <wp:effectExtent l="0" t="0" r="26035" b="2349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805" cy="51036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6F44B" id="Rectangle 63" o:spid="_x0000_s1026" style="position:absolute;margin-left:329.35pt;margin-top:26.85pt;width:103pt;height:40.2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" fillcolor="#d9d9d9" strokecolor="windowText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1947628</wp:posOffset>
                </wp:positionH>
                <wp:positionV relativeFrom="paragraph">
                  <wp:posOffset>936404</wp:posOffset>
                </wp:positionV>
                <wp:extent cx="5537899" cy="1774619"/>
                <wp:effectExtent l="0" t="0" r="24765" b="1651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899" cy="1774619"/>
                          <a:chOff x="0" y="0"/>
                          <a:chExt cx="5537899" cy="1774619"/>
                        </a:xfrm>
                      </wpg:grpSpPr>
                      <wps:wsp>
                        <wps:cNvPr id="52" name="Rectangle 52"/>
                        <wps:cNvSpPr/>
                        <wps:spPr>
                          <a:xfrm>
                            <a:off x="0" y="1248354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779228" y="652006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230094" y="1256306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814761" y="1264257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407381" y="1256306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210462" y="652006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625795" y="628153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534601" y="15902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2957885" y="0"/>
                            <a:ext cx="1307805" cy="51036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A4F20" id="Group 62" o:spid="_x0000_s1026" style="position:absolute;margin-left:153.35pt;margin-top:73.75pt;width:436.05pt;height:139.75pt;z-index:251730944" coordsize="55378,1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">
                <v:rect id="Rectangle 52" o:spid="_x0000_s1027" style="position:absolute;top:12483;width:13078;height:51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6/I8EA&#10;AADbAAAADwAAAGRycy9kb3ducmV2LnhtbESPQWuDQBSE74X+h+UVeqtrAy3BukoQCk1vanJ/uK+u&#10;xH1r3W00/z4bKOQ4zMw3TF6udhRnmv3gWMFrkoIg7pweuFdwaD9ftiB8QNY4OiYFF/JQFo8POWba&#10;LVzTuQm9iBD2GSowIUyZlL4zZNEnbiKO3o+bLYYo517qGZcIt6PcpOm7tDhwXDA4UWWoOzV/VkHa&#10;739bt+wXs+Wqqi5j/Y3HWqnnp3X3ASLQGu7h//aXVvC2gduX+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+vyPBAAAA2wAAAA8AAAAAAAAAAAAAAAAAmAIAAGRycy9kb3du&#10;cmV2LnhtbFBLBQYAAAAABAAEAPUAAACGAwAAAAA=&#10;" fillcolor="#d8d8d8 [2732]" strokecolor="black [3213]" strokeweight="1pt"/>
                <v:rect id="Rectangle 54" o:spid="_x0000_s1028" style="position:absolute;left:7792;top:6520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mWeMQA&#10;AADbAAAADwAAAGRycy9kb3ducmV2LnhtbESPT4vCMBTE7wv7HcITvGnqoqtWoyyCoIj49+Lt2Tzb&#10;ss1LaaJWP71ZEPY4zMxvmPG0NoW4UeVyywo67QgEcWJ1zqmC42HeGoBwHlljYZkUPMjBdPL5McZY&#10;2zvv6Lb3qQgQdjEqyLwvYyldkpFB17YlcfAutjLog6xSqSu8B7gp5FcUfUuDOYeFDEuaZZT87q9G&#10;wXA72OjifCpX+XzZW5/6h6VPnko1G/XPCISn2v+H3+2FVtDrwt+X8APk5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ZlnjEAAAA2wAAAA8AAAAAAAAAAAAAAAAAmAIAAGRycy9k&#10;b3ducmV2LnhtbFBLBQYAAAAABAAEAPUAAACJAwAAAAA=&#10;" fillcolor="#d9d9d9" strokecolor="windowText" strokeweight="1pt"/>
                <v:rect id="Rectangle 55" o:spid="_x0000_s1029" style="position:absolute;left:42300;top:12563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z48YA&#10;AADbAAAADwAAAGRycy9kb3ducmV2LnhtbESPQWvCQBSE74L/YXlCb7qpEKvRNZRCQJFiTXrx9pp9&#10;JqHZtyG71bS/visUehxm5htmkw6mFVfqXWNZweMsAkFcWt1wpeC9yKZLEM4ja2wtk4JvcpBux6MN&#10;Jtre+ETX3FciQNglqKD2vkukdGVNBt3MdsTBu9jeoA+yr6Tu8RbgppXzKFpIgw2HhRo7eqmp/My/&#10;jILV2/Ko249zd2iyffx6fir2vvxR6mEyPK9BeBr8f/ivvdMK4hjuX8IP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Uz48YAAADbAAAADwAAAAAAAAAAAAAAAACYAgAAZHJz&#10;L2Rvd25yZXYueG1sUEsFBgAAAAAEAAQA9QAAAIsDAAAAAA==&#10;" fillcolor="#d9d9d9" strokecolor="windowText" strokeweight="1pt"/>
                <v:rect id="Rectangle 56" o:spid="_x0000_s1030" style="position:absolute;left:28147;top:12642;width:13078;height:51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tlMYA&#10;AADbAAAADwAAAGRycy9kb3ducmV2LnhtbESPQWvCQBSE70L/w/IEb7qxkNRGVykFQSlSG3vx9sy+&#10;JqHZtyG7TaK/3i0Uehxm5htmtRlMLTpqXWVZwXwWgSDOra64UPB52k4XIJxH1lhbJgVXcrBZP4xW&#10;mGrb8wd1mS9EgLBLUUHpfZNK6fKSDLqZbYiD92Vbgz7ItpC6xT7ATS0foyiRBisOCyU29FpS/p39&#10;GAXPx8W7ri/n5q3a7uPD+em09/lNqcl4eFmC8DT4//Bfe6cVxAn8fgk/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etlMYAAADbAAAADwAAAAAAAAAAAAAAAACYAgAAZHJz&#10;L2Rvd25yZXYueG1sUEsFBgAAAAAEAAQA9QAAAIsDAAAAAA==&#10;" fillcolor="#d9d9d9" strokecolor="windowText" strokeweight="1pt"/>
                <v:rect id="Rectangle 57" o:spid="_x0000_s1031" style="position:absolute;left:14073;top:12563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ID8QA&#10;AADbAAAADwAAAGRycy9kb3ducmV2LnhtbESPS4vCQBCE74L/YWhhbzpxwVd0FFkQVkTW18Vbm2mT&#10;YKYnZEaN/npHWPBYVNVX1GRWm0LcqHK5ZQXdTgSCOLE651TBYb9oD0E4j6yxsEwKHuRgNm02Jhhr&#10;e+ct3XY+FQHCLkYFmfdlLKVLMjLoOrYkDt7ZVgZ9kFUqdYX3ADeF/I6ivjSYc1jIsKSfjJLL7moU&#10;jDbDP12cjuUqXyx76+Ngv/TJU6mvVj0fg/BU+0/4v/2rFfQG8P4Sf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LCA/EAAAA2wAAAA8AAAAAAAAAAAAAAAAAmAIAAGRycy9k&#10;b3ducmV2LnhtbFBLBQYAAAAABAAEAPUAAACJAwAAAAA=&#10;" fillcolor="#d9d9d9" strokecolor="windowText" strokeweight="1pt"/>
                <v:rect id="Rectangle 58" o:spid="_x0000_s1032" style="position:absolute;left:22104;top:6520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cfcMA&#10;AADbAAAADwAAAGRycy9kb3ducmV2LnhtbERPy2rCQBTdF/yH4QrudGIhraaOIkKgoUh9dOPuNnOb&#10;BDN3QmaM0a93FkKXh/NerHpTi45aV1lWMJ1EIIhzqysuFPwc0/EMhPPIGmvLpOBGDlbLwcsCE22v&#10;vKfu4AsRQtglqKD0vkmkdHlJBt3ENsSB+7OtQR9gW0jd4jWEm1q+RtGbNFhxaCixoU1J+flwMQrm&#10;u9m3rn9PzVeVZvH29H7MfH5XajTs1x8gPPX+X/x0f2oFcRgbvo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ScfcMAAADbAAAADwAAAAAAAAAAAAAAAACYAgAAZHJzL2Rv&#10;d25yZXYueG1sUEsFBgAAAAAEAAQA9QAAAIgDAAAAAA==&#10;" fillcolor="#d9d9d9" strokecolor="windowText" strokeweight="1pt"/>
                <v:rect id="Rectangle 59" o:spid="_x0000_s1033" style="position:absolute;left:36257;top:6281;width:13079;height:51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55sYA&#10;AADbAAAADwAAAGRycy9kb3ducmV2LnhtbESPQWvCQBSE74L/YXlCb2ZjwVajayiFQKVIrXrx9sw+&#10;k2D2bchuk7S/3i0Uehxm5htmnQ6mFh21rrKsYBbFIIhzqysuFJyO2XQBwnlkjbVlUvBNDtLNeLTG&#10;RNueP6k7+EIECLsEFZTeN4mULi/JoItsQxy8q20N+iDbQuoW+wA3tXyM4ydpsOKwUGJDryXlt8OX&#10;UbDcLz50fTk371W2ne/Oz8etz3+UepgMLysQngb/H/5rv2kF8yX8fgk/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g55sYAAADbAAAADwAAAAAAAAAAAAAAAACYAgAAZHJz&#10;L2Rvd25yZXYueG1sUEsFBgAAAAAEAAQA9QAAAIsDAAAAAA==&#10;" fillcolor="#d9d9d9" strokecolor="windowText" strokeweight="1pt"/>
                <v:rect id="Rectangle 60" o:spid="_x0000_s1034" style="position:absolute;left:15346;top:159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5axsIA&#10;AADbAAAADwAAAGRycy9kb3ducmV2LnhtbERPz2vCMBS+C/sfwht403SCWjujjIGgyFDrLt7emre2&#10;rHkpSdTqX78cBI8f3+/5sjONuJDztWUFb8MEBHFhdc2lgu/japCC8AFZY2OZFNzIw3Lx0ptjpu2V&#10;D3TJQyliCPsMFVQhtJmUvqjIoB/aljhyv9YZDBG6UmqH1xhuGjlKkok0WHNsqLClz4qKv/xsFMz2&#10;6U43P6d2W68246/T9LgJxV2p/mv38Q4iUBee4od7rRVM4vr4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lrGwgAAANsAAAAPAAAAAAAAAAAAAAAAAJgCAABkcnMvZG93&#10;bnJldi54bWxQSwUGAAAAAAQABAD1AAAAhwMAAAAA&#10;" fillcolor="#d9d9d9" strokecolor="windowText" strokeweight="1pt"/>
                <v:rect id="Rectangle 61" o:spid="_x0000_s1035" style="position:absolute;left:29578;width:13078;height:5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/XcQA&#10;AADbAAAADwAAAGRycy9kb3ducmV2LnhtbESPT4vCMBTE74LfITzBm6YK/qtGEUFQZNFVL96ezbMt&#10;Ni+lidrdT78RhD0OM/MbZraoTSGeVLncsoJeNwJBnFidc6rgfFp3xiCcR9ZYWCYFP+RgMW82Zhhr&#10;++Jveh59KgKEXYwKMu/LWEqXZGTQdW1JHLybrQz6IKtU6gpfAW4K2Y+ioTSYc1jIsKRVRsn9+DAK&#10;JofxXhfXS7nL19vB12V02vrkV6l2q15OQXiq/X/4095oBcMevL+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C/13EAAAA2wAAAA8AAAAAAAAAAAAAAAAAmAIAAGRycy9k&#10;b3ducmV2LnhtbFBLBQYAAAAABAAEAPUAAACJAwAAAAA=&#10;" fillcolor="#d9d9d9" strokecolor="windowText" strokeweight="1pt"/>
              </v:group>
            </w:pict>
          </mc:Fallback>
        </mc:AlternateContent>
      </w: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Pr="00D22223" w:rsidRDefault="00D22223" w:rsidP="00D22223">
      <w:pPr>
        <w:rPr>
          <w:sz w:val="28"/>
        </w:rPr>
      </w:pPr>
    </w:p>
    <w:p w:rsidR="00D22223" w:rsidRDefault="00D22223" w:rsidP="00D22223">
      <w:pPr>
        <w:rPr>
          <w:sz w:val="28"/>
        </w:rPr>
      </w:pPr>
    </w:p>
    <w:p w:rsidR="00C47134" w:rsidRDefault="00C47134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D22223" w:rsidRDefault="00D22223" w:rsidP="00D22223">
      <w:pPr>
        <w:jc w:val="center"/>
        <w:rPr>
          <w:sz w:val="28"/>
        </w:rPr>
      </w:pPr>
    </w:p>
    <w:p w:rsidR="0039112A" w:rsidRDefault="00CF1A27" w:rsidP="00DA0B13">
      <w:pPr>
        <w:rPr>
          <w:sz w:val="28"/>
        </w:rPr>
      </w:pPr>
      <w:r>
        <w:rPr>
          <w:noProof/>
          <w:sz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41653D12" wp14:editId="63E4BFCB">
                <wp:simplePos x="0" y="0"/>
                <wp:positionH relativeFrom="column">
                  <wp:posOffset>5768340</wp:posOffset>
                </wp:positionH>
                <wp:positionV relativeFrom="paragraph">
                  <wp:posOffset>575945</wp:posOffset>
                </wp:positionV>
                <wp:extent cx="1017270" cy="929640"/>
                <wp:effectExtent l="0" t="0" r="11430" b="22860"/>
                <wp:wrapSquare wrapText="bothSides"/>
                <wp:docPr id="106" name="Cub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F87D9" id="Cube 106" o:spid="_x0000_s1026" type="#_x0000_t16" style="position:absolute;margin-left:454.2pt;margin-top:45.35pt;width:80.1pt;height:73.2pt;z-index:-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" adj="9723" fillcolor="#bfbfbf [2412]" strokecolor="#41719c" strokeweight="1pt">
                <w10:wrap type="square"/>
              </v:shap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01B6E51F" wp14:editId="60807C40">
                <wp:simplePos x="0" y="0"/>
                <wp:positionH relativeFrom="column">
                  <wp:posOffset>6431915</wp:posOffset>
                </wp:positionH>
                <wp:positionV relativeFrom="paragraph">
                  <wp:posOffset>456565</wp:posOffset>
                </wp:positionV>
                <wp:extent cx="1017270" cy="929640"/>
                <wp:effectExtent l="0" t="0" r="11430" b="22860"/>
                <wp:wrapSquare wrapText="bothSides"/>
                <wp:docPr id="68" name="Cub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3FAB" id="Cube 68" o:spid="_x0000_s1026" type="#_x0000_t16" style="position:absolute;margin-left:506.45pt;margin-top:35.95pt;width:80.1pt;height:73.2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" adj="9723" fillcolor="#bfbfbf [2412]" strokecolor="#41719c" strokeweight="1pt">
                <w10:wrap type="square"/>
              </v:shap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F5A1748" wp14:editId="0E3BEFCA">
                <wp:simplePos x="0" y="0"/>
                <wp:positionH relativeFrom="margin">
                  <wp:posOffset>6603558</wp:posOffset>
                </wp:positionH>
                <wp:positionV relativeFrom="paragraph">
                  <wp:posOffset>913572</wp:posOffset>
                </wp:positionV>
                <wp:extent cx="407170" cy="937260"/>
                <wp:effectExtent l="19050" t="19050" r="12065" b="34290"/>
                <wp:wrapNone/>
                <wp:docPr id="105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170" cy="937260"/>
                        </a:xfrm>
                        <a:custGeom>
                          <a:avLst/>
                          <a:gdLst>
                            <a:gd name="connsiteX0" fmla="*/ 0 w 1060450"/>
                            <a:gd name="connsiteY0" fmla="*/ 0 h 533400"/>
                            <a:gd name="connsiteX1" fmla="*/ 1060450 w 1060450"/>
                            <a:gd name="connsiteY1" fmla="*/ 0 h 533400"/>
                            <a:gd name="connsiteX2" fmla="*/ 1060450 w 1060450"/>
                            <a:gd name="connsiteY2" fmla="*/ 533400 h 533400"/>
                            <a:gd name="connsiteX3" fmla="*/ 0 w 1060450"/>
                            <a:gd name="connsiteY3" fmla="*/ 533400 h 533400"/>
                            <a:gd name="connsiteX4" fmla="*/ 0 w 1060450"/>
                            <a:gd name="connsiteY4" fmla="*/ 0 h 533400"/>
                            <a:gd name="connsiteX0" fmla="*/ 0 w 1060450"/>
                            <a:gd name="connsiteY0" fmla="*/ 412750 h 946150"/>
                            <a:gd name="connsiteX1" fmla="*/ 393700 w 1060450"/>
                            <a:gd name="connsiteY1" fmla="*/ 0 h 946150"/>
                            <a:gd name="connsiteX2" fmla="*/ 1060450 w 1060450"/>
                            <a:gd name="connsiteY2" fmla="*/ 946150 h 946150"/>
                            <a:gd name="connsiteX3" fmla="*/ 0 w 1060450"/>
                            <a:gd name="connsiteY3" fmla="*/ 946150 h 946150"/>
                            <a:gd name="connsiteX4" fmla="*/ 0 w 1060450"/>
                            <a:gd name="connsiteY4" fmla="*/ 412750 h 946150"/>
                            <a:gd name="connsiteX0" fmla="*/ 0 w 412750"/>
                            <a:gd name="connsiteY0" fmla="*/ 412750 h 946150"/>
                            <a:gd name="connsiteX1" fmla="*/ 393700 w 412750"/>
                            <a:gd name="connsiteY1" fmla="*/ 0 h 946150"/>
                            <a:gd name="connsiteX2" fmla="*/ 412750 w 412750"/>
                            <a:gd name="connsiteY2" fmla="*/ 508000 h 946150"/>
                            <a:gd name="connsiteX3" fmla="*/ 0 w 412750"/>
                            <a:gd name="connsiteY3" fmla="*/ 946150 h 946150"/>
                            <a:gd name="connsiteX4" fmla="*/ 0 w 412750"/>
                            <a:gd name="connsiteY4" fmla="*/ 412750 h 9461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405446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04919"/>
                            <a:gd name="connsiteY0" fmla="*/ 436763 h 958850"/>
                            <a:gd name="connsiteX1" fmla="*/ 397615 w 404919"/>
                            <a:gd name="connsiteY1" fmla="*/ 0 h 958850"/>
                            <a:gd name="connsiteX2" fmla="*/ 404919 w 404919"/>
                            <a:gd name="connsiteY2" fmla="*/ 508000 h 958850"/>
                            <a:gd name="connsiteX3" fmla="*/ 6253 w 404919"/>
                            <a:gd name="connsiteY3" fmla="*/ 958850 h 958850"/>
                            <a:gd name="connsiteX4" fmla="*/ 0 w 404919"/>
                            <a:gd name="connsiteY4" fmla="*/ 436763 h 958850"/>
                            <a:gd name="connsiteX0" fmla="*/ 0 w 401000"/>
                            <a:gd name="connsiteY0" fmla="*/ 456774 h 958850"/>
                            <a:gd name="connsiteX1" fmla="*/ 393696 w 401000"/>
                            <a:gd name="connsiteY1" fmla="*/ 0 h 958850"/>
                            <a:gd name="connsiteX2" fmla="*/ 401000 w 401000"/>
                            <a:gd name="connsiteY2" fmla="*/ 508000 h 958850"/>
                            <a:gd name="connsiteX3" fmla="*/ 2334 w 401000"/>
                            <a:gd name="connsiteY3" fmla="*/ 958850 h 958850"/>
                            <a:gd name="connsiteX4" fmla="*/ 0 w 401000"/>
                            <a:gd name="connsiteY4" fmla="*/ 456774 h 958850"/>
                            <a:gd name="connsiteX0" fmla="*/ 0 w 401000"/>
                            <a:gd name="connsiteY0" fmla="*/ 441432 h 943508"/>
                            <a:gd name="connsiteX1" fmla="*/ 401000 w 401000"/>
                            <a:gd name="connsiteY1" fmla="*/ 0 h 943508"/>
                            <a:gd name="connsiteX2" fmla="*/ 401000 w 401000"/>
                            <a:gd name="connsiteY2" fmla="*/ 492658 h 943508"/>
                            <a:gd name="connsiteX3" fmla="*/ 2334 w 401000"/>
                            <a:gd name="connsiteY3" fmla="*/ 943508 h 943508"/>
                            <a:gd name="connsiteX4" fmla="*/ 0 w 401000"/>
                            <a:gd name="connsiteY4" fmla="*/ 441432 h 943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1000" h="943508">
                              <a:moveTo>
                                <a:pt x="0" y="441432"/>
                              </a:moveTo>
                              <a:lnTo>
                                <a:pt x="401000" y="0"/>
                              </a:lnTo>
                              <a:lnTo>
                                <a:pt x="401000" y="492658"/>
                              </a:lnTo>
                              <a:lnTo>
                                <a:pt x="2334" y="943508"/>
                              </a:lnTo>
                              <a:cubicBezTo>
                                <a:pt x="-2326" y="759127"/>
                                <a:pt x="10583" y="623465"/>
                                <a:pt x="0" y="441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49F79" id="Rectangle 101" o:spid="_x0000_s1026" style="position:absolute;margin-left:519.95pt;margin-top:71.95pt;width:32.05pt;height:73.8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1000,94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" path="m,441432l401000,r,492658l2334,943508c-2326,759127,10583,623465,,441432xe" fillcolor="#a5a5a5 [2092]" strokecolor="#41719c" strokeweight="1pt">
                <v:stroke joinstyle="miter"/>
                <v:path arrowok="t" o:connecttype="custom" o:connectlocs="0,438509;407170,0;407170,489396;2370,937260;0,438509" o:connectangles="0,0,0,0,0"/>
                <w10:wrap anchorx="margin"/>
              </v:shap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2ED4E24" wp14:editId="34DB76DF">
                <wp:simplePos x="0" y="0"/>
                <wp:positionH relativeFrom="margin">
                  <wp:posOffset>6821833</wp:posOffset>
                </wp:positionH>
                <wp:positionV relativeFrom="paragraph">
                  <wp:posOffset>1239023</wp:posOffset>
                </wp:positionV>
                <wp:extent cx="407170" cy="937260"/>
                <wp:effectExtent l="19050" t="19050" r="12065" b="34290"/>
                <wp:wrapNone/>
                <wp:docPr id="103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170" cy="937260"/>
                        </a:xfrm>
                        <a:custGeom>
                          <a:avLst/>
                          <a:gdLst>
                            <a:gd name="connsiteX0" fmla="*/ 0 w 1060450"/>
                            <a:gd name="connsiteY0" fmla="*/ 0 h 533400"/>
                            <a:gd name="connsiteX1" fmla="*/ 1060450 w 1060450"/>
                            <a:gd name="connsiteY1" fmla="*/ 0 h 533400"/>
                            <a:gd name="connsiteX2" fmla="*/ 1060450 w 1060450"/>
                            <a:gd name="connsiteY2" fmla="*/ 533400 h 533400"/>
                            <a:gd name="connsiteX3" fmla="*/ 0 w 1060450"/>
                            <a:gd name="connsiteY3" fmla="*/ 533400 h 533400"/>
                            <a:gd name="connsiteX4" fmla="*/ 0 w 1060450"/>
                            <a:gd name="connsiteY4" fmla="*/ 0 h 533400"/>
                            <a:gd name="connsiteX0" fmla="*/ 0 w 1060450"/>
                            <a:gd name="connsiteY0" fmla="*/ 412750 h 946150"/>
                            <a:gd name="connsiteX1" fmla="*/ 393700 w 1060450"/>
                            <a:gd name="connsiteY1" fmla="*/ 0 h 946150"/>
                            <a:gd name="connsiteX2" fmla="*/ 1060450 w 1060450"/>
                            <a:gd name="connsiteY2" fmla="*/ 946150 h 946150"/>
                            <a:gd name="connsiteX3" fmla="*/ 0 w 1060450"/>
                            <a:gd name="connsiteY3" fmla="*/ 946150 h 946150"/>
                            <a:gd name="connsiteX4" fmla="*/ 0 w 1060450"/>
                            <a:gd name="connsiteY4" fmla="*/ 412750 h 946150"/>
                            <a:gd name="connsiteX0" fmla="*/ 0 w 412750"/>
                            <a:gd name="connsiteY0" fmla="*/ 412750 h 946150"/>
                            <a:gd name="connsiteX1" fmla="*/ 393700 w 412750"/>
                            <a:gd name="connsiteY1" fmla="*/ 0 h 946150"/>
                            <a:gd name="connsiteX2" fmla="*/ 412750 w 412750"/>
                            <a:gd name="connsiteY2" fmla="*/ 508000 h 946150"/>
                            <a:gd name="connsiteX3" fmla="*/ 0 w 412750"/>
                            <a:gd name="connsiteY3" fmla="*/ 946150 h 946150"/>
                            <a:gd name="connsiteX4" fmla="*/ 0 w 412750"/>
                            <a:gd name="connsiteY4" fmla="*/ 412750 h 9461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405446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04919"/>
                            <a:gd name="connsiteY0" fmla="*/ 436763 h 958850"/>
                            <a:gd name="connsiteX1" fmla="*/ 397615 w 404919"/>
                            <a:gd name="connsiteY1" fmla="*/ 0 h 958850"/>
                            <a:gd name="connsiteX2" fmla="*/ 404919 w 404919"/>
                            <a:gd name="connsiteY2" fmla="*/ 508000 h 958850"/>
                            <a:gd name="connsiteX3" fmla="*/ 6253 w 404919"/>
                            <a:gd name="connsiteY3" fmla="*/ 958850 h 958850"/>
                            <a:gd name="connsiteX4" fmla="*/ 0 w 404919"/>
                            <a:gd name="connsiteY4" fmla="*/ 436763 h 958850"/>
                            <a:gd name="connsiteX0" fmla="*/ 0 w 401000"/>
                            <a:gd name="connsiteY0" fmla="*/ 456774 h 958850"/>
                            <a:gd name="connsiteX1" fmla="*/ 393696 w 401000"/>
                            <a:gd name="connsiteY1" fmla="*/ 0 h 958850"/>
                            <a:gd name="connsiteX2" fmla="*/ 401000 w 401000"/>
                            <a:gd name="connsiteY2" fmla="*/ 508000 h 958850"/>
                            <a:gd name="connsiteX3" fmla="*/ 2334 w 401000"/>
                            <a:gd name="connsiteY3" fmla="*/ 958850 h 958850"/>
                            <a:gd name="connsiteX4" fmla="*/ 0 w 401000"/>
                            <a:gd name="connsiteY4" fmla="*/ 456774 h 958850"/>
                            <a:gd name="connsiteX0" fmla="*/ 0 w 401000"/>
                            <a:gd name="connsiteY0" fmla="*/ 441432 h 943508"/>
                            <a:gd name="connsiteX1" fmla="*/ 401000 w 401000"/>
                            <a:gd name="connsiteY1" fmla="*/ 0 h 943508"/>
                            <a:gd name="connsiteX2" fmla="*/ 401000 w 401000"/>
                            <a:gd name="connsiteY2" fmla="*/ 492658 h 943508"/>
                            <a:gd name="connsiteX3" fmla="*/ 2334 w 401000"/>
                            <a:gd name="connsiteY3" fmla="*/ 943508 h 943508"/>
                            <a:gd name="connsiteX4" fmla="*/ 0 w 401000"/>
                            <a:gd name="connsiteY4" fmla="*/ 441432 h 943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1000" h="943508">
                              <a:moveTo>
                                <a:pt x="0" y="441432"/>
                              </a:moveTo>
                              <a:lnTo>
                                <a:pt x="401000" y="0"/>
                              </a:lnTo>
                              <a:lnTo>
                                <a:pt x="401000" y="492658"/>
                              </a:lnTo>
                              <a:lnTo>
                                <a:pt x="2334" y="943508"/>
                              </a:lnTo>
                              <a:cubicBezTo>
                                <a:pt x="-2326" y="759127"/>
                                <a:pt x="10583" y="623465"/>
                                <a:pt x="0" y="441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5A90" id="Rectangle 101" o:spid="_x0000_s1026" style="position:absolute;margin-left:537.15pt;margin-top:97.55pt;width:32.05pt;height:73.8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1000,94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" path="m,441432l401000,r,492658l2334,943508c-2326,759127,10583,623465,,441432xe" fillcolor="#a5a5a5 [2092]" strokecolor="#41719c" strokeweight="1pt">
                <v:stroke joinstyle="miter"/>
                <v:path arrowok="t" o:connecttype="custom" o:connectlocs="0,438509;407170,0;407170,489396;2370,937260;0,438509" o:connectangles="0,0,0,0,0"/>
                <w10:wrap anchorx="margin"/>
              </v:shap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7593A12C" wp14:editId="3B9B1E7A">
                <wp:simplePos x="0" y="0"/>
                <wp:positionH relativeFrom="column">
                  <wp:posOffset>6649085</wp:posOffset>
                </wp:positionH>
                <wp:positionV relativeFrom="paragraph">
                  <wp:posOffset>789305</wp:posOffset>
                </wp:positionV>
                <wp:extent cx="1017270" cy="929640"/>
                <wp:effectExtent l="0" t="0" r="11430" b="22860"/>
                <wp:wrapTight wrapText="bothSides">
                  <wp:wrapPolygon edited="0">
                    <wp:start x="7685" y="0"/>
                    <wp:lineTo x="0" y="8852"/>
                    <wp:lineTo x="0" y="21689"/>
                    <wp:lineTo x="13753" y="21689"/>
                    <wp:lineTo x="14562" y="21246"/>
                    <wp:lineTo x="21438" y="12836"/>
                    <wp:lineTo x="21438" y="0"/>
                    <wp:lineTo x="7685" y="0"/>
                  </wp:wrapPolygon>
                </wp:wrapTight>
                <wp:docPr id="64" name="Cub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61984" id="Cube 64" o:spid="_x0000_s1026" type="#_x0000_t16" style="position:absolute;margin-left:523.55pt;margin-top:62.15pt;width:80.1pt;height:73.2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" adj="9723" fillcolor="#bfbfbf [2412]" strokecolor="#41719c" strokeweight="1pt">
                <w10:wrap type="tight"/>
              </v:shap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margin">
                  <wp:posOffset>6583680</wp:posOffset>
                </wp:positionH>
                <wp:positionV relativeFrom="paragraph">
                  <wp:posOffset>2034871</wp:posOffset>
                </wp:positionV>
                <wp:extent cx="407170" cy="937260"/>
                <wp:effectExtent l="19050" t="19050" r="12065" b="3429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170" cy="937260"/>
                        </a:xfrm>
                        <a:custGeom>
                          <a:avLst/>
                          <a:gdLst>
                            <a:gd name="connsiteX0" fmla="*/ 0 w 1060450"/>
                            <a:gd name="connsiteY0" fmla="*/ 0 h 533400"/>
                            <a:gd name="connsiteX1" fmla="*/ 1060450 w 1060450"/>
                            <a:gd name="connsiteY1" fmla="*/ 0 h 533400"/>
                            <a:gd name="connsiteX2" fmla="*/ 1060450 w 1060450"/>
                            <a:gd name="connsiteY2" fmla="*/ 533400 h 533400"/>
                            <a:gd name="connsiteX3" fmla="*/ 0 w 1060450"/>
                            <a:gd name="connsiteY3" fmla="*/ 533400 h 533400"/>
                            <a:gd name="connsiteX4" fmla="*/ 0 w 1060450"/>
                            <a:gd name="connsiteY4" fmla="*/ 0 h 533400"/>
                            <a:gd name="connsiteX0" fmla="*/ 0 w 1060450"/>
                            <a:gd name="connsiteY0" fmla="*/ 412750 h 946150"/>
                            <a:gd name="connsiteX1" fmla="*/ 393700 w 1060450"/>
                            <a:gd name="connsiteY1" fmla="*/ 0 h 946150"/>
                            <a:gd name="connsiteX2" fmla="*/ 1060450 w 1060450"/>
                            <a:gd name="connsiteY2" fmla="*/ 946150 h 946150"/>
                            <a:gd name="connsiteX3" fmla="*/ 0 w 1060450"/>
                            <a:gd name="connsiteY3" fmla="*/ 946150 h 946150"/>
                            <a:gd name="connsiteX4" fmla="*/ 0 w 1060450"/>
                            <a:gd name="connsiteY4" fmla="*/ 412750 h 946150"/>
                            <a:gd name="connsiteX0" fmla="*/ 0 w 412750"/>
                            <a:gd name="connsiteY0" fmla="*/ 412750 h 946150"/>
                            <a:gd name="connsiteX1" fmla="*/ 393700 w 412750"/>
                            <a:gd name="connsiteY1" fmla="*/ 0 h 946150"/>
                            <a:gd name="connsiteX2" fmla="*/ 412750 w 412750"/>
                            <a:gd name="connsiteY2" fmla="*/ 508000 h 946150"/>
                            <a:gd name="connsiteX3" fmla="*/ 0 w 412750"/>
                            <a:gd name="connsiteY3" fmla="*/ 946150 h 946150"/>
                            <a:gd name="connsiteX4" fmla="*/ 0 w 412750"/>
                            <a:gd name="connsiteY4" fmla="*/ 412750 h 9461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405446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04919"/>
                            <a:gd name="connsiteY0" fmla="*/ 436763 h 958850"/>
                            <a:gd name="connsiteX1" fmla="*/ 397615 w 404919"/>
                            <a:gd name="connsiteY1" fmla="*/ 0 h 958850"/>
                            <a:gd name="connsiteX2" fmla="*/ 404919 w 404919"/>
                            <a:gd name="connsiteY2" fmla="*/ 508000 h 958850"/>
                            <a:gd name="connsiteX3" fmla="*/ 6253 w 404919"/>
                            <a:gd name="connsiteY3" fmla="*/ 958850 h 958850"/>
                            <a:gd name="connsiteX4" fmla="*/ 0 w 404919"/>
                            <a:gd name="connsiteY4" fmla="*/ 436763 h 958850"/>
                            <a:gd name="connsiteX0" fmla="*/ 0 w 401000"/>
                            <a:gd name="connsiteY0" fmla="*/ 456774 h 958850"/>
                            <a:gd name="connsiteX1" fmla="*/ 393696 w 401000"/>
                            <a:gd name="connsiteY1" fmla="*/ 0 h 958850"/>
                            <a:gd name="connsiteX2" fmla="*/ 401000 w 401000"/>
                            <a:gd name="connsiteY2" fmla="*/ 508000 h 958850"/>
                            <a:gd name="connsiteX3" fmla="*/ 2334 w 401000"/>
                            <a:gd name="connsiteY3" fmla="*/ 958850 h 958850"/>
                            <a:gd name="connsiteX4" fmla="*/ 0 w 401000"/>
                            <a:gd name="connsiteY4" fmla="*/ 456774 h 958850"/>
                            <a:gd name="connsiteX0" fmla="*/ 0 w 401000"/>
                            <a:gd name="connsiteY0" fmla="*/ 441432 h 943508"/>
                            <a:gd name="connsiteX1" fmla="*/ 401000 w 401000"/>
                            <a:gd name="connsiteY1" fmla="*/ 0 h 943508"/>
                            <a:gd name="connsiteX2" fmla="*/ 401000 w 401000"/>
                            <a:gd name="connsiteY2" fmla="*/ 492658 h 943508"/>
                            <a:gd name="connsiteX3" fmla="*/ 2334 w 401000"/>
                            <a:gd name="connsiteY3" fmla="*/ 943508 h 943508"/>
                            <a:gd name="connsiteX4" fmla="*/ 0 w 401000"/>
                            <a:gd name="connsiteY4" fmla="*/ 441432 h 943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1000" h="943508">
                              <a:moveTo>
                                <a:pt x="0" y="441432"/>
                              </a:moveTo>
                              <a:lnTo>
                                <a:pt x="401000" y="0"/>
                              </a:lnTo>
                              <a:lnTo>
                                <a:pt x="401000" y="492658"/>
                              </a:lnTo>
                              <a:lnTo>
                                <a:pt x="2334" y="943508"/>
                              </a:lnTo>
                              <a:cubicBezTo>
                                <a:pt x="-2326" y="759127"/>
                                <a:pt x="10583" y="623465"/>
                                <a:pt x="0" y="4414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D4611" id="Rectangle 101" o:spid="_x0000_s1026" style="position:absolute;margin-left:518.4pt;margin-top:160.25pt;width:32.05pt;height:73.8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1000,94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" path="m,441432l401000,r,492658l2334,943508c-2326,759127,10583,623465,,441432xe" fillcolor="#a5a5a5 [2092]" strokecolor="#1f4d78 [1604]" strokeweight="1pt">
                <v:stroke joinstyle="miter"/>
                <v:path arrowok="t" o:connecttype="custom" o:connectlocs="0,438509;407170,0;407170,489396;2370,937260;0,438509" o:connectangles="0,0,0,0,0"/>
                <w10:wrap anchorx="margin"/>
              </v:shape>
            </w:pict>
          </mc:Fallback>
        </mc:AlternateContent>
      </w:r>
      <w:r w:rsidR="003D6312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12E26AB" wp14:editId="128E50F4">
                <wp:simplePos x="0" y="0"/>
                <wp:positionH relativeFrom="column">
                  <wp:posOffset>3133725</wp:posOffset>
                </wp:positionH>
                <wp:positionV relativeFrom="paragraph">
                  <wp:posOffset>876300</wp:posOffset>
                </wp:positionV>
                <wp:extent cx="1407381" cy="660676"/>
                <wp:effectExtent l="0" t="0" r="21590" b="25400"/>
                <wp:wrapNone/>
                <wp:docPr id="67" name="Cub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02AF1" id="Cube 67" o:spid="_x0000_s1026" type="#_x0000_t16" style="position:absolute;margin-left:246.75pt;margin-top:69pt;width:110.8pt;height:52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XYYjw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" fillcolor="#bfbfbf [2412]" strokecolor="#41719c" strokeweight="1pt"/>
            </w:pict>
          </mc:Fallback>
        </mc:AlternateContent>
      </w:r>
      <w:r w:rsidR="003D6312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2E26AB" wp14:editId="128E50F4">
                <wp:simplePos x="0" y="0"/>
                <wp:positionH relativeFrom="column">
                  <wp:posOffset>4438650</wp:posOffset>
                </wp:positionH>
                <wp:positionV relativeFrom="paragraph">
                  <wp:posOffset>876300</wp:posOffset>
                </wp:positionV>
                <wp:extent cx="1407381" cy="660676"/>
                <wp:effectExtent l="0" t="0" r="21590" b="25400"/>
                <wp:wrapNone/>
                <wp:docPr id="66" name="Cub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2E5DA" id="Cube 66" o:spid="_x0000_s1026" type="#_x0000_t16" style="position:absolute;margin-left:349.5pt;margin-top:69pt;width:110.8pt;height:5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lKjw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" fillcolor="#bfbfbf [2412]" strokecolor="#41719c" strokeweight="1pt"/>
            </w:pict>
          </mc:Fallback>
        </mc:AlternateContent>
      </w:r>
      <w:r w:rsidR="003D6312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5654F" wp14:editId="3D5C5C85">
                <wp:simplePos x="0" y="0"/>
                <wp:positionH relativeFrom="column">
                  <wp:posOffset>3843655</wp:posOffset>
                </wp:positionH>
                <wp:positionV relativeFrom="paragraph">
                  <wp:posOffset>1423035</wp:posOffset>
                </wp:positionV>
                <wp:extent cx="1407381" cy="660676"/>
                <wp:effectExtent l="0" t="0" r="21590" b="25400"/>
                <wp:wrapNone/>
                <wp:docPr id="93" name="Cub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74677" id="Cube 93" o:spid="_x0000_s1026" type="#_x0000_t16" style="position:absolute;margin-left:302.65pt;margin-top:112.05pt;width:110.8pt;height:52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" fillcolor="#bfbfbf [2412]" strokecolor="#41719c" strokeweight="1pt"/>
            </w:pict>
          </mc:Fallback>
        </mc:AlternateContent>
      </w:r>
      <w:r w:rsidR="003D6312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99674C4" wp14:editId="6C0A2FA2">
                <wp:simplePos x="0" y="0"/>
                <wp:positionH relativeFrom="column">
                  <wp:posOffset>5162550</wp:posOffset>
                </wp:positionH>
                <wp:positionV relativeFrom="paragraph">
                  <wp:posOffset>1421765</wp:posOffset>
                </wp:positionV>
                <wp:extent cx="1407381" cy="660676"/>
                <wp:effectExtent l="0" t="0" r="21590" b="25400"/>
                <wp:wrapNone/>
                <wp:docPr id="65" name="Cub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89A56" id="Cube 65" o:spid="_x0000_s1026" type="#_x0000_t16" style="position:absolute;margin-left:406.5pt;margin-top:111.95pt;width:110.8pt;height:52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m8jw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" fillcolor="#bfbfbf [2412]" strokecolor="#41719c" strokeweight="1pt"/>
            </w:pict>
          </mc:Fallback>
        </mc:AlternateContent>
      </w:r>
      <w:r w:rsidR="003D6312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18AE032B" wp14:editId="66BC50C6">
                <wp:simplePos x="0" y="0"/>
                <wp:positionH relativeFrom="column">
                  <wp:posOffset>5779135</wp:posOffset>
                </wp:positionH>
                <wp:positionV relativeFrom="paragraph">
                  <wp:posOffset>1711960</wp:posOffset>
                </wp:positionV>
                <wp:extent cx="1017270" cy="929640"/>
                <wp:effectExtent l="0" t="0" r="11430" b="22860"/>
                <wp:wrapTight wrapText="bothSides">
                  <wp:wrapPolygon edited="0">
                    <wp:start x="7685" y="0"/>
                    <wp:lineTo x="0" y="8852"/>
                    <wp:lineTo x="0" y="21689"/>
                    <wp:lineTo x="13753" y="21689"/>
                    <wp:lineTo x="14562" y="21246"/>
                    <wp:lineTo x="21438" y="12836"/>
                    <wp:lineTo x="21438" y="0"/>
                    <wp:lineTo x="7685" y="0"/>
                  </wp:wrapPolygon>
                </wp:wrapTight>
                <wp:docPr id="53" name="Cub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446E1" id="Cube 53" o:spid="_x0000_s1026" type="#_x0000_t16" style="position:absolute;margin-left:455.05pt;margin-top:134.8pt;width:80.1pt;height:73.2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" adj="9723" fillcolor="#bfbfbf [2412]" strokecolor="#41719c" strokeweight="1pt">
                <w10:wrap type="tight"/>
              </v:shape>
            </w:pict>
          </mc:Fallback>
        </mc:AlternateContent>
      </w:r>
      <w:r w:rsidR="00FA73F6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47F3D59D" wp14:editId="7056C40B">
                <wp:simplePos x="0" y="0"/>
                <wp:positionH relativeFrom="column">
                  <wp:posOffset>6408475</wp:posOffset>
                </wp:positionH>
                <wp:positionV relativeFrom="paragraph">
                  <wp:posOffset>1574773</wp:posOffset>
                </wp:positionV>
                <wp:extent cx="1017270" cy="929640"/>
                <wp:effectExtent l="0" t="0" r="11430" b="22860"/>
                <wp:wrapTight wrapText="bothSides">
                  <wp:wrapPolygon edited="0">
                    <wp:start x="7685" y="0"/>
                    <wp:lineTo x="0" y="8852"/>
                    <wp:lineTo x="0" y="21689"/>
                    <wp:lineTo x="13753" y="21689"/>
                    <wp:lineTo x="14562" y="21246"/>
                    <wp:lineTo x="21438" y="12836"/>
                    <wp:lineTo x="21438" y="0"/>
                    <wp:lineTo x="7685" y="0"/>
                  </wp:wrapPolygon>
                </wp:wrapTight>
                <wp:docPr id="95" name="Cub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0D068" id="Cube 95" o:spid="_x0000_s1026" type="#_x0000_t16" style="position:absolute;margin-left:504.6pt;margin-top:124pt;width:80.1pt;height:73.2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" adj="9723" fillcolor="#bfbfbf [2412]" strokecolor="#41719c" strokeweight="1pt">
                <w10:wrap type="tight"/>
              </v:shape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15FBBCD5" wp14:editId="7587E7B4">
                <wp:simplePos x="0" y="0"/>
                <wp:positionH relativeFrom="column">
                  <wp:posOffset>6877326</wp:posOffset>
                </wp:positionH>
                <wp:positionV relativeFrom="paragraph">
                  <wp:posOffset>1104845</wp:posOffset>
                </wp:positionV>
                <wp:extent cx="1017270" cy="929640"/>
                <wp:effectExtent l="0" t="0" r="11430" b="22860"/>
                <wp:wrapTight wrapText="bothSides">
                  <wp:wrapPolygon edited="0">
                    <wp:start x="7685" y="0"/>
                    <wp:lineTo x="0" y="8852"/>
                    <wp:lineTo x="0" y="21689"/>
                    <wp:lineTo x="13753" y="21689"/>
                    <wp:lineTo x="14562" y="21246"/>
                    <wp:lineTo x="21438" y="12836"/>
                    <wp:lineTo x="21438" y="0"/>
                    <wp:lineTo x="7685" y="0"/>
                  </wp:wrapPolygon>
                </wp:wrapTight>
                <wp:docPr id="94" name="Cub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BD470" id="Cube 94" o:spid="_x0000_s1026" type="#_x0000_t16" style="position:absolute;margin-left:541.5pt;margin-top:87pt;width:80.1pt;height:73.2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" adj="9723" fillcolor="#bfbfbf [2412]" strokecolor="#41719c" strokeweight="1pt">
                <w10:wrap type="tight"/>
              </v:shape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95654F" wp14:editId="3D5C5C85">
                <wp:simplePos x="0" y="0"/>
                <wp:positionH relativeFrom="column">
                  <wp:posOffset>2528514</wp:posOffset>
                </wp:positionH>
                <wp:positionV relativeFrom="paragraph">
                  <wp:posOffset>1439187</wp:posOffset>
                </wp:positionV>
                <wp:extent cx="1407381" cy="660676"/>
                <wp:effectExtent l="0" t="0" r="21590" b="25400"/>
                <wp:wrapNone/>
                <wp:docPr id="92" name="Cub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D96D9" id="Cube 92" o:spid="_x0000_s1026" type="#_x0000_t16" style="position:absolute;margin-left:199.1pt;margin-top:113.3pt;width:110.8pt;height:52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B95654F" wp14:editId="3D5C5C85">
                <wp:simplePos x="0" y="0"/>
                <wp:positionH relativeFrom="column">
                  <wp:posOffset>4500438</wp:posOffset>
                </wp:positionH>
                <wp:positionV relativeFrom="paragraph">
                  <wp:posOffset>1979875</wp:posOffset>
                </wp:positionV>
                <wp:extent cx="1407381" cy="660676"/>
                <wp:effectExtent l="0" t="0" r="21590" b="25400"/>
                <wp:wrapNone/>
                <wp:docPr id="91" name="Cub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05E05" id="Cube 91" o:spid="_x0000_s1026" type="#_x0000_t16" style="position:absolute;margin-left:354.35pt;margin-top:155.9pt;width:110.8pt;height:52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B95654F" wp14:editId="3D5C5C85">
                <wp:simplePos x="0" y="0"/>
                <wp:positionH relativeFrom="column">
                  <wp:posOffset>3172571</wp:posOffset>
                </wp:positionH>
                <wp:positionV relativeFrom="paragraph">
                  <wp:posOffset>2003729</wp:posOffset>
                </wp:positionV>
                <wp:extent cx="1407381" cy="660676"/>
                <wp:effectExtent l="0" t="0" r="21590" b="25400"/>
                <wp:wrapNone/>
                <wp:docPr id="90" name="Cub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406A4" id="Cube 90" o:spid="_x0000_s1026" type="#_x0000_t16" style="position:absolute;margin-left:249.8pt;margin-top:157.75pt;width:110.8pt;height:52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B95654F" wp14:editId="3D5C5C85">
                <wp:simplePos x="0" y="0"/>
                <wp:positionH relativeFrom="column">
                  <wp:posOffset>1836751</wp:posOffset>
                </wp:positionH>
                <wp:positionV relativeFrom="paragraph">
                  <wp:posOffset>2011680</wp:posOffset>
                </wp:positionV>
                <wp:extent cx="1407381" cy="660676"/>
                <wp:effectExtent l="0" t="0" r="21590" b="25400"/>
                <wp:wrapNone/>
                <wp:docPr id="89" name="Cub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79723" id="Cube 89" o:spid="_x0000_s1026" type="#_x0000_t16" style="position:absolute;margin-left:144.65pt;margin-top:158.4pt;width:110.8pt;height:52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B95654F" wp14:editId="3D5C5C85">
                <wp:simplePos x="0" y="0"/>
                <wp:positionH relativeFrom="column">
                  <wp:posOffset>5152446</wp:posOffset>
                </wp:positionH>
                <wp:positionV relativeFrom="paragraph">
                  <wp:posOffset>2520564</wp:posOffset>
                </wp:positionV>
                <wp:extent cx="1407381" cy="660676"/>
                <wp:effectExtent l="0" t="0" r="21590" b="25400"/>
                <wp:wrapNone/>
                <wp:docPr id="88" name="Cub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39A74" id="Cube 88" o:spid="_x0000_s1026" type="#_x0000_t16" style="position:absolute;margin-left:405.7pt;margin-top:198.45pt;width:110.8pt;height:5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BNjg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B95654F" wp14:editId="3D5C5C85">
                <wp:simplePos x="0" y="0"/>
                <wp:positionH relativeFrom="column">
                  <wp:posOffset>3840452</wp:posOffset>
                </wp:positionH>
                <wp:positionV relativeFrom="paragraph">
                  <wp:posOffset>2536218</wp:posOffset>
                </wp:positionV>
                <wp:extent cx="1407381" cy="660676"/>
                <wp:effectExtent l="0" t="0" r="21590" b="25400"/>
                <wp:wrapNone/>
                <wp:docPr id="87" name="Cub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F6AF7" id="Cube 87" o:spid="_x0000_s1026" type="#_x0000_t16" style="position:absolute;margin-left:302.4pt;margin-top:199.7pt;width:110.8pt;height:52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LHUjg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B264A7C" wp14:editId="57042414">
                <wp:simplePos x="0" y="0"/>
                <wp:positionH relativeFrom="column">
                  <wp:posOffset>1159786</wp:posOffset>
                </wp:positionH>
                <wp:positionV relativeFrom="paragraph">
                  <wp:posOffset>2567940</wp:posOffset>
                </wp:positionV>
                <wp:extent cx="1407381" cy="660676"/>
                <wp:effectExtent l="0" t="0" r="21590" b="25400"/>
                <wp:wrapNone/>
                <wp:docPr id="86" name="Cub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2735" id="Cube 86" o:spid="_x0000_s1026" type="#_x0000_t16" style="position:absolute;margin-left:91.3pt;margin-top:202.2pt;width:110.8pt;height:52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56Gjw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2154E9" wp14:editId="51C31E73">
                <wp:simplePos x="0" y="0"/>
                <wp:positionH relativeFrom="column">
                  <wp:posOffset>2512033</wp:posOffset>
                </wp:positionH>
                <wp:positionV relativeFrom="paragraph">
                  <wp:posOffset>2551789</wp:posOffset>
                </wp:positionV>
                <wp:extent cx="1407381" cy="660676"/>
                <wp:effectExtent l="0" t="0" r="21590" b="25400"/>
                <wp:wrapNone/>
                <wp:docPr id="81" name="Cub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01384" id="Cube 81" o:spid="_x0000_s1026" type="#_x0000_t16" style="position:absolute;margin-left:197.8pt;margin-top:200.95pt;width:110.8pt;height:52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44925" behindDoc="0" locked="0" layoutInCell="1" allowOverlap="1" wp14:anchorId="4ABD09FE" wp14:editId="51353ED9">
                <wp:simplePos x="0" y="0"/>
                <wp:positionH relativeFrom="column">
                  <wp:posOffset>7131768</wp:posOffset>
                </wp:positionH>
                <wp:positionV relativeFrom="paragraph">
                  <wp:posOffset>1424333</wp:posOffset>
                </wp:positionV>
                <wp:extent cx="1017767" cy="929806"/>
                <wp:effectExtent l="0" t="0" r="11430" b="22860"/>
                <wp:wrapNone/>
                <wp:docPr id="85" name="Cub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929806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0272C" id="Cube 85" o:spid="_x0000_s1026" type="#_x0000_t16" style="position:absolute;margin-left:561.55pt;margin-top:112.15pt;width:80.15pt;height:73.2pt;z-index:2516449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" adj="9723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 wp14:anchorId="5D3D005A" wp14:editId="08435C9B">
                <wp:simplePos x="0" y="0"/>
                <wp:positionH relativeFrom="column">
                  <wp:posOffset>6217312</wp:posOffset>
                </wp:positionH>
                <wp:positionV relativeFrom="paragraph">
                  <wp:posOffset>2353283</wp:posOffset>
                </wp:positionV>
                <wp:extent cx="1017767" cy="929806"/>
                <wp:effectExtent l="0" t="0" r="11430" b="22860"/>
                <wp:wrapNone/>
                <wp:docPr id="82" name="Cub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929806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D6CE6" id="Cube 82" o:spid="_x0000_s1026" type="#_x0000_t16" style="position:absolute;margin-left:489.55pt;margin-top:185.3pt;width:80.15pt;height:73.2pt;z-index:25164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" adj="9723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45950" behindDoc="0" locked="0" layoutInCell="1" allowOverlap="1" wp14:anchorId="79B8D941" wp14:editId="43739836">
                <wp:simplePos x="0" y="0"/>
                <wp:positionH relativeFrom="column">
                  <wp:posOffset>6671089</wp:posOffset>
                </wp:positionH>
                <wp:positionV relativeFrom="paragraph">
                  <wp:posOffset>1884652</wp:posOffset>
                </wp:positionV>
                <wp:extent cx="1017767" cy="929806"/>
                <wp:effectExtent l="0" t="0" r="11430" b="22860"/>
                <wp:wrapNone/>
                <wp:docPr id="83" name="Cub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929806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7FBA" id="Cube 83" o:spid="_x0000_s1026" type="#_x0000_t16" style="position:absolute;margin-left:525.3pt;margin-top:148.4pt;width:80.15pt;height:73.2pt;z-index:2516459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" adj="9723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82154E9" wp14:editId="51C31E73">
                <wp:simplePos x="0" y="0"/>
                <wp:positionH relativeFrom="column">
                  <wp:posOffset>5756220</wp:posOffset>
                </wp:positionH>
                <wp:positionV relativeFrom="paragraph">
                  <wp:posOffset>2831162</wp:posOffset>
                </wp:positionV>
                <wp:extent cx="1017767" cy="929806"/>
                <wp:effectExtent l="0" t="0" r="11430" b="22860"/>
                <wp:wrapNone/>
                <wp:docPr id="80" name="Cub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929806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1B886" id="Cube 80" o:spid="_x0000_s1026" type="#_x0000_t16" style="position:absolute;margin-left:453.25pt;margin-top:222.95pt;width:80.15pt;height:73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" adj="9723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82154E9" wp14:editId="51C31E73">
                <wp:simplePos x="0" y="0"/>
                <wp:positionH relativeFrom="column">
                  <wp:posOffset>4436828</wp:posOffset>
                </wp:positionH>
                <wp:positionV relativeFrom="paragraph">
                  <wp:posOffset>3101009</wp:posOffset>
                </wp:positionV>
                <wp:extent cx="1407381" cy="660676"/>
                <wp:effectExtent l="0" t="0" r="21590" b="25400"/>
                <wp:wrapNone/>
                <wp:docPr id="79" name="Cub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EB6EC" id="Cube 79" o:spid="_x0000_s1026" type="#_x0000_t16" style="position:absolute;margin-left:349.35pt;margin-top:244.15pt;width:110.8pt;height:52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82154E9" wp14:editId="51C31E73">
                <wp:simplePos x="0" y="0"/>
                <wp:positionH relativeFrom="column">
                  <wp:posOffset>3117988</wp:posOffset>
                </wp:positionH>
                <wp:positionV relativeFrom="paragraph">
                  <wp:posOffset>3102003</wp:posOffset>
                </wp:positionV>
                <wp:extent cx="1407381" cy="660676"/>
                <wp:effectExtent l="0" t="0" r="21590" b="25400"/>
                <wp:wrapNone/>
                <wp:docPr id="78" name="Cub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C2564" id="Cube 78" o:spid="_x0000_s1026" type="#_x0000_t16" style="position:absolute;margin-left:245.5pt;margin-top:244.25pt;width:110.8pt;height:52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" fillcolor="#bfbfbf [2412]" strokecolor="#41719c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1789236</wp:posOffset>
                </wp:positionH>
                <wp:positionV relativeFrom="paragraph">
                  <wp:posOffset>3117491</wp:posOffset>
                </wp:positionV>
                <wp:extent cx="1407381" cy="660676"/>
                <wp:effectExtent l="0" t="0" r="21590" b="25400"/>
                <wp:wrapNone/>
                <wp:docPr id="76" name="Cub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F1322" id="Cube 76" o:spid="_x0000_s1026" type="#_x0000_t16" style="position:absolute;margin-left:140.9pt;margin-top:245.45pt;width:110.8pt;height:52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" fillcolor="#bfbfbf [2412]" strokecolor="#1f4d78 [1604]" strokeweight="1pt"/>
            </w:pict>
          </mc:Fallback>
        </mc:AlternateContent>
      </w:r>
      <w:r w:rsidR="003C58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43900" behindDoc="0" locked="0" layoutInCell="1" allowOverlap="1" wp14:anchorId="182154E9" wp14:editId="51C31E73">
                <wp:simplePos x="0" y="0"/>
                <wp:positionH relativeFrom="column">
                  <wp:posOffset>477078</wp:posOffset>
                </wp:positionH>
                <wp:positionV relativeFrom="paragraph">
                  <wp:posOffset>3132814</wp:posOffset>
                </wp:positionV>
                <wp:extent cx="1407381" cy="660676"/>
                <wp:effectExtent l="0" t="0" r="21590" b="25400"/>
                <wp:wrapNone/>
                <wp:docPr id="77" name="Cub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EBD9B" id="Cube 77" o:spid="_x0000_s1026" type="#_x0000_t16" style="position:absolute;margin-left:37.55pt;margin-top:246.7pt;width:110.8pt;height:52pt;z-index:2516439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" fillcolor="#bfbfbf [2412]" strokecolor="#41719c" strokeweight="1pt"/>
            </w:pict>
          </mc:Fallback>
        </mc:AlternateContent>
      </w:r>
      <w:r w:rsidR="00DA0B13">
        <w:rPr>
          <w:sz w:val="28"/>
        </w:rPr>
        <w:t xml:space="preserve">Task2; 90 degree corner using a stretcher bond </w:t>
      </w:r>
      <w:r w:rsidR="00DA0B13" w:rsidRPr="00DA0B13">
        <w:rPr>
          <w:sz w:val="28"/>
        </w:rPr>
        <w:t>10mm mortar bed and perpend</w:t>
      </w: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Pr="0039112A" w:rsidRDefault="0039112A" w:rsidP="0039112A">
      <w:pPr>
        <w:rPr>
          <w:sz w:val="28"/>
        </w:rPr>
      </w:pPr>
    </w:p>
    <w:p w:rsidR="0039112A" w:rsidRDefault="0039112A" w:rsidP="0039112A">
      <w:pPr>
        <w:rPr>
          <w:sz w:val="28"/>
        </w:rPr>
      </w:pPr>
    </w:p>
    <w:p w:rsidR="00D22223" w:rsidRDefault="0039112A" w:rsidP="0039112A">
      <w:pPr>
        <w:tabs>
          <w:tab w:val="left" w:pos="11355"/>
        </w:tabs>
        <w:rPr>
          <w:sz w:val="28"/>
        </w:rPr>
      </w:pPr>
      <w:r>
        <w:rPr>
          <w:sz w:val="28"/>
        </w:rPr>
        <w:tab/>
      </w: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9112A" w:rsidRDefault="0039112A" w:rsidP="0039112A">
      <w:pPr>
        <w:tabs>
          <w:tab w:val="left" w:pos="11355"/>
        </w:tabs>
        <w:rPr>
          <w:sz w:val="28"/>
        </w:rPr>
      </w:pPr>
    </w:p>
    <w:p w:rsidR="003C2C44" w:rsidRDefault="008B1F20" w:rsidP="0039112A">
      <w:pPr>
        <w:tabs>
          <w:tab w:val="left" w:pos="11355"/>
        </w:tabs>
        <w:rPr>
          <w:sz w:val="28"/>
        </w:rPr>
      </w:pPr>
      <w:r w:rsidRPr="0039112A">
        <w:rPr>
          <w:noProof/>
          <w:sz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428197D8" wp14:editId="00AB03A7">
                <wp:simplePos x="0" y="0"/>
                <wp:positionH relativeFrom="column">
                  <wp:posOffset>4175950</wp:posOffset>
                </wp:positionH>
                <wp:positionV relativeFrom="paragraph">
                  <wp:posOffset>1058260</wp:posOffset>
                </wp:positionV>
                <wp:extent cx="1017270" cy="929640"/>
                <wp:effectExtent l="0" t="0" r="11430" b="22860"/>
                <wp:wrapNone/>
                <wp:docPr id="123" name="Cub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0977E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23" o:spid="_x0000_s1026" type="#_x0000_t16" style="position:absolute;margin-left:328.8pt;margin-top:83.35pt;width:80.1pt;height:73.2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" adj="9723" fillcolor="#bfbfbf" strokecolor="#41719c" strokeweight="1pt"/>
            </w:pict>
          </mc:Fallback>
        </mc:AlternateContent>
      </w:r>
      <w:r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2FE78446" wp14:editId="5FCA4280">
                <wp:simplePos x="0" y="0"/>
                <wp:positionH relativeFrom="column">
                  <wp:posOffset>5280025</wp:posOffset>
                </wp:positionH>
                <wp:positionV relativeFrom="paragraph">
                  <wp:posOffset>1252855</wp:posOffset>
                </wp:positionV>
                <wp:extent cx="1017270" cy="929640"/>
                <wp:effectExtent l="0" t="0" r="11430" b="22860"/>
                <wp:wrapTight wrapText="bothSides">
                  <wp:wrapPolygon edited="0">
                    <wp:start x="7685" y="0"/>
                    <wp:lineTo x="0" y="8852"/>
                    <wp:lineTo x="0" y="21689"/>
                    <wp:lineTo x="13753" y="21689"/>
                    <wp:lineTo x="14562" y="21246"/>
                    <wp:lineTo x="21438" y="12836"/>
                    <wp:lineTo x="21438" y="0"/>
                    <wp:lineTo x="7685" y="0"/>
                  </wp:wrapPolygon>
                </wp:wrapTight>
                <wp:docPr id="114" name="Cub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929640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FEFCE" id="Cube 114" o:spid="_x0000_s1026" type="#_x0000_t16" style="position:absolute;margin-left:415.75pt;margin-top:98.65pt;width:80.1pt;height:73.2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" adj="9723" fillcolor="#bfbfbf" strokecolor="#41719c" strokeweight="1pt">
                <w10:wrap type="tight"/>
              </v:shape>
            </w:pict>
          </mc:Fallback>
        </mc:AlternateContent>
      </w:r>
      <w:r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00C8178" wp14:editId="5ACFCFA7">
                <wp:simplePos x="0" y="0"/>
                <wp:positionH relativeFrom="column">
                  <wp:posOffset>3976940</wp:posOffset>
                </wp:positionH>
                <wp:positionV relativeFrom="paragraph">
                  <wp:posOffset>1523684</wp:posOffset>
                </wp:positionV>
                <wp:extent cx="1407381" cy="660676"/>
                <wp:effectExtent l="0" t="0" r="21590" b="25400"/>
                <wp:wrapNone/>
                <wp:docPr id="109" name="Cub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60331" id="Cube 109" o:spid="_x0000_s1026" type="#_x0000_t16" style="position:absolute;margin-left:313.15pt;margin-top:120pt;width:110.8pt;height:52pt;z-index:251833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" fillcolor="#bfbfbf" strokecolor="#41719c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3977511</wp:posOffset>
                </wp:positionH>
                <wp:positionV relativeFrom="paragraph">
                  <wp:posOffset>2227957</wp:posOffset>
                </wp:positionV>
                <wp:extent cx="584200" cy="508000"/>
                <wp:effectExtent l="0" t="0" r="25400" b="25400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508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5A2E3F" id="Rectangle 125" o:spid="_x0000_s1026" style="position:absolute;margin-left:313.2pt;margin-top:175.45pt;width:46pt;height:40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" fillcolor="#aeaaaa [2414]" strokecolor="#1f4d78 [1604]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0C1B701" wp14:editId="72964F97">
                <wp:simplePos x="0" y="0"/>
                <wp:positionH relativeFrom="column">
                  <wp:posOffset>4591559</wp:posOffset>
                </wp:positionH>
                <wp:positionV relativeFrom="paragraph">
                  <wp:posOffset>2156419</wp:posOffset>
                </wp:positionV>
                <wp:extent cx="80683" cy="68485"/>
                <wp:effectExtent l="0" t="0" r="33655" b="27305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683" cy="6848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9C98F" id="Straight Connector 127" o:spid="_x0000_s1026" style="position:absolute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55pt,169.8pt" to="367.9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89B467F" wp14:editId="07EC5047">
                <wp:simplePos x="0" y="0"/>
                <wp:positionH relativeFrom="margin">
                  <wp:posOffset>6324814</wp:posOffset>
                </wp:positionH>
                <wp:positionV relativeFrom="paragraph">
                  <wp:posOffset>2102200</wp:posOffset>
                </wp:positionV>
                <wp:extent cx="234950" cy="734695"/>
                <wp:effectExtent l="0" t="19050" r="31750" b="46355"/>
                <wp:wrapNone/>
                <wp:docPr id="120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734695"/>
                        </a:xfrm>
                        <a:custGeom>
                          <a:avLst/>
                          <a:gdLst>
                            <a:gd name="connsiteX0" fmla="*/ 0 w 1060450"/>
                            <a:gd name="connsiteY0" fmla="*/ 0 h 533400"/>
                            <a:gd name="connsiteX1" fmla="*/ 1060450 w 1060450"/>
                            <a:gd name="connsiteY1" fmla="*/ 0 h 533400"/>
                            <a:gd name="connsiteX2" fmla="*/ 1060450 w 1060450"/>
                            <a:gd name="connsiteY2" fmla="*/ 533400 h 533400"/>
                            <a:gd name="connsiteX3" fmla="*/ 0 w 1060450"/>
                            <a:gd name="connsiteY3" fmla="*/ 533400 h 533400"/>
                            <a:gd name="connsiteX4" fmla="*/ 0 w 1060450"/>
                            <a:gd name="connsiteY4" fmla="*/ 0 h 533400"/>
                            <a:gd name="connsiteX0" fmla="*/ 0 w 1060450"/>
                            <a:gd name="connsiteY0" fmla="*/ 412750 h 946150"/>
                            <a:gd name="connsiteX1" fmla="*/ 393700 w 1060450"/>
                            <a:gd name="connsiteY1" fmla="*/ 0 h 946150"/>
                            <a:gd name="connsiteX2" fmla="*/ 1060450 w 1060450"/>
                            <a:gd name="connsiteY2" fmla="*/ 946150 h 946150"/>
                            <a:gd name="connsiteX3" fmla="*/ 0 w 1060450"/>
                            <a:gd name="connsiteY3" fmla="*/ 946150 h 946150"/>
                            <a:gd name="connsiteX4" fmla="*/ 0 w 1060450"/>
                            <a:gd name="connsiteY4" fmla="*/ 412750 h 946150"/>
                            <a:gd name="connsiteX0" fmla="*/ 0 w 412750"/>
                            <a:gd name="connsiteY0" fmla="*/ 412750 h 946150"/>
                            <a:gd name="connsiteX1" fmla="*/ 393700 w 412750"/>
                            <a:gd name="connsiteY1" fmla="*/ 0 h 946150"/>
                            <a:gd name="connsiteX2" fmla="*/ 412750 w 412750"/>
                            <a:gd name="connsiteY2" fmla="*/ 508000 h 946150"/>
                            <a:gd name="connsiteX3" fmla="*/ 0 w 412750"/>
                            <a:gd name="connsiteY3" fmla="*/ 946150 h 946150"/>
                            <a:gd name="connsiteX4" fmla="*/ 0 w 412750"/>
                            <a:gd name="connsiteY4" fmla="*/ 412750 h 9461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405446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04919"/>
                            <a:gd name="connsiteY0" fmla="*/ 436763 h 958850"/>
                            <a:gd name="connsiteX1" fmla="*/ 397615 w 404919"/>
                            <a:gd name="connsiteY1" fmla="*/ 0 h 958850"/>
                            <a:gd name="connsiteX2" fmla="*/ 404919 w 404919"/>
                            <a:gd name="connsiteY2" fmla="*/ 508000 h 958850"/>
                            <a:gd name="connsiteX3" fmla="*/ 6253 w 404919"/>
                            <a:gd name="connsiteY3" fmla="*/ 958850 h 958850"/>
                            <a:gd name="connsiteX4" fmla="*/ 0 w 404919"/>
                            <a:gd name="connsiteY4" fmla="*/ 436763 h 958850"/>
                            <a:gd name="connsiteX0" fmla="*/ 0 w 401000"/>
                            <a:gd name="connsiteY0" fmla="*/ 456774 h 958850"/>
                            <a:gd name="connsiteX1" fmla="*/ 393696 w 401000"/>
                            <a:gd name="connsiteY1" fmla="*/ 0 h 958850"/>
                            <a:gd name="connsiteX2" fmla="*/ 401000 w 401000"/>
                            <a:gd name="connsiteY2" fmla="*/ 508000 h 958850"/>
                            <a:gd name="connsiteX3" fmla="*/ 2334 w 401000"/>
                            <a:gd name="connsiteY3" fmla="*/ 958850 h 958850"/>
                            <a:gd name="connsiteX4" fmla="*/ 0 w 401000"/>
                            <a:gd name="connsiteY4" fmla="*/ 456774 h 958850"/>
                            <a:gd name="connsiteX0" fmla="*/ 0 w 401000"/>
                            <a:gd name="connsiteY0" fmla="*/ 441432 h 943508"/>
                            <a:gd name="connsiteX1" fmla="*/ 401000 w 401000"/>
                            <a:gd name="connsiteY1" fmla="*/ 0 h 943508"/>
                            <a:gd name="connsiteX2" fmla="*/ 401000 w 401000"/>
                            <a:gd name="connsiteY2" fmla="*/ 492658 h 943508"/>
                            <a:gd name="connsiteX3" fmla="*/ 2334 w 401000"/>
                            <a:gd name="connsiteY3" fmla="*/ 943508 h 943508"/>
                            <a:gd name="connsiteX4" fmla="*/ 0 w 401000"/>
                            <a:gd name="connsiteY4" fmla="*/ 441432 h 943508"/>
                            <a:gd name="connsiteX0" fmla="*/ 0 w 401000"/>
                            <a:gd name="connsiteY0" fmla="*/ 348931 h 851007"/>
                            <a:gd name="connsiteX1" fmla="*/ 318034 w 401000"/>
                            <a:gd name="connsiteY1" fmla="*/ 0 h 851007"/>
                            <a:gd name="connsiteX2" fmla="*/ 401000 w 401000"/>
                            <a:gd name="connsiteY2" fmla="*/ 400157 h 851007"/>
                            <a:gd name="connsiteX3" fmla="*/ 2334 w 401000"/>
                            <a:gd name="connsiteY3" fmla="*/ 851007 h 851007"/>
                            <a:gd name="connsiteX4" fmla="*/ 0 w 401000"/>
                            <a:gd name="connsiteY4" fmla="*/ 348931 h 851007"/>
                            <a:gd name="connsiteX0" fmla="*/ 0 w 318034"/>
                            <a:gd name="connsiteY0" fmla="*/ 348931 h 851007"/>
                            <a:gd name="connsiteX1" fmla="*/ 318034 w 318034"/>
                            <a:gd name="connsiteY1" fmla="*/ 0 h 851007"/>
                            <a:gd name="connsiteX2" fmla="*/ 308816 w 318034"/>
                            <a:gd name="connsiteY2" fmla="*/ 514004 h 851007"/>
                            <a:gd name="connsiteX3" fmla="*/ 2334 w 318034"/>
                            <a:gd name="connsiteY3" fmla="*/ 851007 h 851007"/>
                            <a:gd name="connsiteX4" fmla="*/ 0 w 318034"/>
                            <a:gd name="connsiteY4" fmla="*/ 348931 h 851007"/>
                            <a:gd name="connsiteX0" fmla="*/ 6822 w 316375"/>
                            <a:gd name="connsiteY0" fmla="*/ 299123 h 851007"/>
                            <a:gd name="connsiteX1" fmla="*/ 316375 w 316375"/>
                            <a:gd name="connsiteY1" fmla="*/ 0 h 851007"/>
                            <a:gd name="connsiteX2" fmla="*/ 307157 w 316375"/>
                            <a:gd name="connsiteY2" fmla="*/ 514004 h 851007"/>
                            <a:gd name="connsiteX3" fmla="*/ 675 w 316375"/>
                            <a:gd name="connsiteY3" fmla="*/ 851007 h 851007"/>
                            <a:gd name="connsiteX4" fmla="*/ 6822 w 316375"/>
                            <a:gd name="connsiteY4" fmla="*/ 299123 h 851007"/>
                            <a:gd name="connsiteX0" fmla="*/ 8081 w 317634"/>
                            <a:gd name="connsiteY0" fmla="*/ 299123 h 851007"/>
                            <a:gd name="connsiteX1" fmla="*/ 317634 w 317634"/>
                            <a:gd name="connsiteY1" fmla="*/ 0 h 851007"/>
                            <a:gd name="connsiteX2" fmla="*/ 308416 w 317634"/>
                            <a:gd name="connsiteY2" fmla="*/ 514004 h 851007"/>
                            <a:gd name="connsiteX3" fmla="*/ 1934 w 317634"/>
                            <a:gd name="connsiteY3" fmla="*/ 851007 h 851007"/>
                            <a:gd name="connsiteX4" fmla="*/ 8081 w 317634"/>
                            <a:gd name="connsiteY4" fmla="*/ 299123 h 851007"/>
                            <a:gd name="connsiteX0" fmla="*/ 8082 w 314366"/>
                            <a:gd name="connsiteY0" fmla="*/ 271727 h 823611"/>
                            <a:gd name="connsiteX1" fmla="*/ 314365 w 314366"/>
                            <a:gd name="connsiteY1" fmla="*/ 0 h 823611"/>
                            <a:gd name="connsiteX2" fmla="*/ 308417 w 314366"/>
                            <a:gd name="connsiteY2" fmla="*/ 486608 h 823611"/>
                            <a:gd name="connsiteX3" fmla="*/ 1935 w 314366"/>
                            <a:gd name="connsiteY3" fmla="*/ 823611 h 823611"/>
                            <a:gd name="connsiteX4" fmla="*/ 8082 w 314366"/>
                            <a:gd name="connsiteY4" fmla="*/ 271727 h 823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4366" h="823611">
                              <a:moveTo>
                                <a:pt x="8082" y="271727"/>
                              </a:moveTo>
                              <a:lnTo>
                                <a:pt x="314365" y="0"/>
                              </a:lnTo>
                              <a:cubicBezTo>
                                <a:pt x="312382" y="162203"/>
                                <a:pt x="310400" y="324405"/>
                                <a:pt x="308417" y="486608"/>
                              </a:cubicBezTo>
                              <a:lnTo>
                                <a:pt x="1935" y="823611"/>
                              </a:lnTo>
                              <a:cubicBezTo>
                                <a:pt x="-2725" y="639230"/>
                                <a:pt x="1701" y="453760"/>
                                <a:pt x="8082" y="271727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2471A" id="Rectangle 101" o:spid="_x0000_s1026" style="position:absolute;margin-left:498pt;margin-top:165.55pt;width:18.5pt;height:57.8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4366,823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" path="m8082,271727l314365,v-1983,162203,-3965,324405,-5948,486608l1935,823611c-2725,639230,1701,453760,8082,271727xe" fillcolor="#a6a6a6" strokecolor="#41719c" strokeweight="1pt">
                <v:stroke joinstyle="miter"/>
                <v:path arrowok="t" o:connecttype="custom" o:connectlocs="6040,242392;234949,0;230504,434074;1446,734695;6040,242392" o:connectangles="0,0,0,0,0"/>
                <w10:wrap anchorx="margin"/>
              </v:shape>
            </w:pict>
          </mc:Fallback>
        </mc:AlternateContent>
      </w:r>
      <w:r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3213C754" wp14:editId="3BD2AE0E">
                <wp:simplePos x="0" y="0"/>
                <wp:positionH relativeFrom="column">
                  <wp:posOffset>5113685</wp:posOffset>
                </wp:positionH>
                <wp:positionV relativeFrom="paragraph">
                  <wp:posOffset>1035753</wp:posOffset>
                </wp:positionV>
                <wp:extent cx="1407160" cy="660400"/>
                <wp:effectExtent l="0" t="0" r="21590" b="25400"/>
                <wp:wrapNone/>
                <wp:docPr id="116" name="Cub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160" cy="660400"/>
                        </a:xfrm>
                        <a:prstGeom prst="cub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03FA3" id="Cube 116" o:spid="_x0000_s1026" type="#_x0000_t16" style="position:absolute;margin-left:402.65pt;margin-top:81.55pt;width:110.8pt;height:52pt;z-index:-251475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" fillcolor="#bfbfbf" strokecolor="#41719c" strokeweight="1pt"/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AEA2D7F" wp14:editId="14E04D69">
                <wp:simplePos x="0" y="0"/>
                <wp:positionH relativeFrom="column">
                  <wp:posOffset>6067425</wp:posOffset>
                </wp:positionH>
                <wp:positionV relativeFrom="paragraph">
                  <wp:posOffset>2513360</wp:posOffset>
                </wp:positionV>
                <wp:extent cx="37595" cy="5010"/>
                <wp:effectExtent l="0" t="0" r="19685" b="33655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595" cy="50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2EE086" id="Straight Connector 130" o:spid="_x0000_s1026" style="position:absolute;flip:x y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7.75pt,197.9pt" to="480.7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AEA2D7F" wp14:editId="14E04D69">
                <wp:simplePos x="0" y="0"/>
                <wp:positionH relativeFrom="column">
                  <wp:posOffset>6057587</wp:posOffset>
                </wp:positionH>
                <wp:positionV relativeFrom="paragraph">
                  <wp:posOffset>2021701</wp:posOffset>
                </wp:positionV>
                <wp:extent cx="47616" cy="2505"/>
                <wp:effectExtent l="0" t="0" r="10160" b="36195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16" cy="25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35073E" id="Straight Connector 129" o:spid="_x0000_s1026" style="position:absolute;flip:x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7pt,159.2pt" to="480.75pt,1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" strokecolor="#5b9bd5" strokeweight=".5pt">
                <v:stroke joinstyle="miter"/>
              </v:line>
            </w:pict>
          </mc:Fallback>
        </mc:AlternateContent>
      </w: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6444433</wp:posOffset>
                </wp:positionH>
                <wp:positionV relativeFrom="paragraph">
                  <wp:posOffset>1561004</wp:posOffset>
                </wp:positionV>
                <wp:extent cx="92710" cy="0"/>
                <wp:effectExtent l="0" t="0" r="21590" b="1905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7F6A75" id="Straight Connector 12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45pt,122.9pt" to="514.75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4740AD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4008120</wp:posOffset>
                </wp:positionH>
                <wp:positionV relativeFrom="paragraph">
                  <wp:posOffset>2171700</wp:posOffset>
                </wp:positionV>
                <wp:extent cx="95250" cy="57150"/>
                <wp:effectExtent l="0" t="0" r="19050" b="1905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F268E3" id="Straight Connector 126" o:spid="_x0000_s1026" style="position:absolute;flip: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6pt,171pt" to="323.1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4740AD"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C0A91BA" wp14:editId="4C855C4B">
                <wp:simplePos x="0" y="0"/>
                <wp:positionH relativeFrom="rightMargin">
                  <wp:posOffset>-2760980</wp:posOffset>
                </wp:positionH>
                <wp:positionV relativeFrom="paragraph">
                  <wp:posOffset>1575435</wp:posOffset>
                </wp:positionV>
                <wp:extent cx="431800" cy="937260"/>
                <wp:effectExtent l="19050" t="19050" r="25400" b="34290"/>
                <wp:wrapNone/>
                <wp:docPr id="12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937260"/>
                        </a:xfrm>
                        <a:custGeom>
                          <a:avLst/>
                          <a:gdLst>
                            <a:gd name="connsiteX0" fmla="*/ 0 w 1060450"/>
                            <a:gd name="connsiteY0" fmla="*/ 0 h 533400"/>
                            <a:gd name="connsiteX1" fmla="*/ 1060450 w 1060450"/>
                            <a:gd name="connsiteY1" fmla="*/ 0 h 533400"/>
                            <a:gd name="connsiteX2" fmla="*/ 1060450 w 1060450"/>
                            <a:gd name="connsiteY2" fmla="*/ 533400 h 533400"/>
                            <a:gd name="connsiteX3" fmla="*/ 0 w 1060450"/>
                            <a:gd name="connsiteY3" fmla="*/ 533400 h 533400"/>
                            <a:gd name="connsiteX4" fmla="*/ 0 w 1060450"/>
                            <a:gd name="connsiteY4" fmla="*/ 0 h 533400"/>
                            <a:gd name="connsiteX0" fmla="*/ 0 w 1060450"/>
                            <a:gd name="connsiteY0" fmla="*/ 412750 h 946150"/>
                            <a:gd name="connsiteX1" fmla="*/ 393700 w 1060450"/>
                            <a:gd name="connsiteY1" fmla="*/ 0 h 946150"/>
                            <a:gd name="connsiteX2" fmla="*/ 1060450 w 1060450"/>
                            <a:gd name="connsiteY2" fmla="*/ 946150 h 946150"/>
                            <a:gd name="connsiteX3" fmla="*/ 0 w 1060450"/>
                            <a:gd name="connsiteY3" fmla="*/ 946150 h 946150"/>
                            <a:gd name="connsiteX4" fmla="*/ 0 w 1060450"/>
                            <a:gd name="connsiteY4" fmla="*/ 412750 h 946150"/>
                            <a:gd name="connsiteX0" fmla="*/ 0 w 412750"/>
                            <a:gd name="connsiteY0" fmla="*/ 412750 h 946150"/>
                            <a:gd name="connsiteX1" fmla="*/ 393700 w 412750"/>
                            <a:gd name="connsiteY1" fmla="*/ 0 h 946150"/>
                            <a:gd name="connsiteX2" fmla="*/ 412750 w 412750"/>
                            <a:gd name="connsiteY2" fmla="*/ 508000 h 946150"/>
                            <a:gd name="connsiteX3" fmla="*/ 0 w 412750"/>
                            <a:gd name="connsiteY3" fmla="*/ 946150 h 946150"/>
                            <a:gd name="connsiteX4" fmla="*/ 0 w 412750"/>
                            <a:gd name="connsiteY4" fmla="*/ 412750 h 9461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31750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27835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393700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12750"/>
                            <a:gd name="connsiteY0" fmla="*/ 412750 h 958850"/>
                            <a:gd name="connsiteX1" fmla="*/ 405446 w 412750"/>
                            <a:gd name="connsiteY1" fmla="*/ 0 h 958850"/>
                            <a:gd name="connsiteX2" fmla="*/ 412750 w 412750"/>
                            <a:gd name="connsiteY2" fmla="*/ 508000 h 958850"/>
                            <a:gd name="connsiteX3" fmla="*/ 14084 w 412750"/>
                            <a:gd name="connsiteY3" fmla="*/ 958850 h 958850"/>
                            <a:gd name="connsiteX4" fmla="*/ 0 w 412750"/>
                            <a:gd name="connsiteY4" fmla="*/ 412750 h 958850"/>
                            <a:gd name="connsiteX0" fmla="*/ 0 w 404919"/>
                            <a:gd name="connsiteY0" fmla="*/ 436763 h 958850"/>
                            <a:gd name="connsiteX1" fmla="*/ 397615 w 404919"/>
                            <a:gd name="connsiteY1" fmla="*/ 0 h 958850"/>
                            <a:gd name="connsiteX2" fmla="*/ 404919 w 404919"/>
                            <a:gd name="connsiteY2" fmla="*/ 508000 h 958850"/>
                            <a:gd name="connsiteX3" fmla="*/ 6253 w 404919"/>
                            <a:gd name="connsiteY3" fmla="*/ 958850 h 958850"/>
                            <a:gd name="connsiteX4" fmla="*/ 0 w 404919"/>
                            <a:gd name="connsiteY4" fmla="*/ 436763 h 958850"/>
                            <a:gd name="connsiteX0" fmla="*/ 0 w 401000"/>
                            <a:gd name="connsiteY0" fmla="*/ 456774 h 958850"/>
                            <a:gd name="connsiteX1" fmla="*/ 393696 w 401000"/>
                            <a:gd name="connsiteY1" fmla="*/ 0 h 958850"/>
                            <a:gd name="connsiteX2" fmla="*/ 401000 w 401000"/>
                            <a:gd name="connsiteY2" fmla="*/ 508000 h 958850"/>
                            <a:gd name="connsiteX3" fmla="*/ 2334 w 401000"/>
                            <a:gd name="connsiteY3" fmla="*/ 958850 h 958850"/>
                            <a:gd name="connsiteX4" fmla="*/ 0 w 401000"/>
                            <a:gd name="connsiteY4" fmla="*/ 456774 h 958850"/>
                            <a:gd name="connsiteX0" fmla="*/ 0 w 401000"/>
                            <a:gd name="connsiteY0" fmla="*/ 441432 h 943508"/>
                            <a:gd name="connsiteX1" fmla="*/ 401000 w 401000"/>
                            <a:gd name="connsiteY1" fmla="*/ 0 h 943508"/>
                            <a:gd name="connsiteX2" fmla="*/ 401000 w 401000"/>
                            <a:gd name="connsiteY2" fmla="*/ 492658 h 943508"/>
                            <a:gd name="connsiteX3" fmla="*/ 2334 w 401000"/>
                            <a:gd name="connsiteY3" fmla="*/ 943508 h 943508"/>
                            <a:gd name="connsiteX4" fmla="*/ 0 w 401000"/>
                            <a:gd name="connsiteY4" fmla="*/ 441432 h 943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1000" h="943508">
                              <a:moveTo>
                                <a:pt x="0" y="441432"/>
                              </a:moveTo>
                              <a:lnTo>
                                <a:pt x="401000" y="0"/>
                              </a:lnTo>
                              <a:lnTo>
                                <a:pt x="401000" y="492658"/>
                              </a:lnTo>
                              <a:lnTo>
                                <a:pt x="2334" y="943508"/>
                              </a:lnTo>
                              <a:cubicBezTo>
                                <a:pt x="-2326" y="759127"/>
                                <a:pt x="10583" y="623465"/>
                                <a:pt x="0" y="441432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3EF59" id="Rectangle 101" o:spid="_x0000_s1026" style="position:absolute;margin-left:-217.4pt;margin-top:124.05pt;width:34pt;height:73.8pt;z-index:2518456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coordsize="401000,943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" path="m,441432l401000,r,492658l2334,943508c-2326,759127,10583,623465,,441432xe" fillcolor="#a6a6a6" strokecolor="#41719c" strokeweight="1pt">
                <v:stroke joinstyle="miter"/>
                <v:path arrowok="t" o:connecttype="custom" o:connectlocs="0,438509;431800,0;431800,489396;2513,937260;0,438509" o:connectangles="0,0,0,0,0"/>
                <w10:wrap anchorx="margin"/>
              </v:shape>
            </w:pict>
          </mc:Fallback>
        </mc:AlternateContent>
      </w:r>
      <w:r w:rsidR="0039112A"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A1FF5E6" wp14:editId="27294AC1">
                <wp:simplePos x="0" y="0"/>
                <wp:positionH relativeFrom="column">
                  <wp:posOffset>4656455</wp:posOffset>
                </wp:positionH>
                <wp:positionV relativeFrom="paragraph">
                  <wp:posOffset>2072640</wp:posOffset>
                </wp:positionV>
                <wp:extent cx="1407381" cy="660676"/>
                <wp:effectExtent l="0" t="0" r="21590" b="25400"/>
                <wp:wrapNone/>
                <wp:docPr id="104" name="Cub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7E10F" id="Cube 104" o:spid="_x0000_s1026" type="#_x0000_t16" style="position:absolute;margin-left:366.65pt;margin-top:163.2pt;width:110.8pt;height:5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" fillcolor="#bfbfbf" strokecolor="#41719c" strokeweight="1pt"/>
            </w:pict>
          </mc:Fallback>
        </mc:AlternateContent>
      </w:r>
      <w:r w:rsidR="0039112A"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D1265D8" wp14:editId="15D9CF63">
                <wp:simplePos x="0" y="0"/>
                <wp:positionH relativeFrom="column">
                  <wp:posOffset>3959860</wp:posOffset>
                </wp:positionH>
                <wp:positionV relativeFrom="paragraph">
                  <wp:posOffset>2643505</wp:posOffset>
                </wp:positionV>
                <wp:extent cx="1407381" cy="660676"/>
                <wp:effectExtent l="0" t="0" r="21590" b="25400"/>
                <wp:wrapNone/>
                <wp:docPr id="97" name="Cub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60676"/>
                        </a:xfrm>
                        <a:prstGeom prst="cub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EA31A" id="Cube 97" o:spid="_x0000_s1026" type="#_x0000_t16" style="position:absolute;margin-left:311.8pt;margin-top:208.15pt;width:110.8pt;height:52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" fillcolor="#bfbfbf" strokecolor="#41719c" strokeweight="1pt"/>
            </w:pict>
          </mc:Fallback>
        </mc:AlternateContent>
      </w:r>
      <w:r w:rsidR="0039112A" w:rsidRPr="0039112A"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0F1F0BB" wp14:editId="0CAD1BFD">
                <wp:simplePos x="0" y="0"/>
                <wp:positionH relativeFrom="column">
                  <wp:posOffset>5278755</wp:posOffset>
                </wp:positionH>
                <wp:positionV relativeFrom="paragraph">
                  <wp:posOffset>2373630</wp:posOffset>
                </wp:positionV>
                <wp:extent cx="1017767" cy="929806"/>
                <wp:effectExtent l="0" t="0" r="11430" b="22860"/>
                <wp:wrapNone/>
                <wp:docPr id="98" name="Cub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929806"/>
                        </a:xfrm>
                        <a:prstGeom prst="cube">
                          <a:avLst>
                            <a:gd name="adj" fmla="val 45012"/>
                          </a:avLst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431B6" id="Cube 98" o:spid="_x0000_s1026" type="#_x0000_t16" style="position:absolute;margin-left:415.65pt;margin-top:186.9pt;width:80.15pt;height:73.2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" adj="9723" fillcolor="#bfbfbf" strokecolor="#41719c" strokeweight="1pt"/>
            </w:pict>
          </mc:Fallback>
        </mc:AlternateContent>
      </w: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Pr="003C2C44" w:rsidRDefault="003C2C44" w:rsidP="003C2C44">
      <w:pPr>
        <w:rPr>
          <w:sz w:val="28"/>
        </w:rPr>
      </w:pPr>
    </w:p>
    <w:p w:rsidR="003C2C44" w:rsidRDefault="003C2C44" w:rsidP="003C2C44">
      <w:pPr>
        <w:rPr>
          <w:sz w:val="28"/>
        </w:rPr>
      </w:pPr>
    </w:p>
    <w:p w:rsidR="0039112A" w:rsidRDefault="003C2C44" w:rsidP="003C2C44">
      <w:pPr>
        <w:tabs>
          <w:tab w:val="left" w:pos="6465"/>
        </w:tabs>
        <w:rPr>
          <w:sz w:val="28"/>
        </w:rPr>
      </w:pPr>
      <w:r>
        <w:rPr>
          <w:sz w:val="28"/>
        </w:rPr>
        <w:tab/>
      </w: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Default="003C2C44" w:rsidP="003C2C44">
      <w:pPr>
        <w:tabs>
          <w:tab w:val="left" w:pos="6465"/>
        </w:tabs>
        <w:rPr>
          <w:sz w:val="28"/>
        </w:rPr>
      </w:pPr>
      <w:r>
        <w:rPr>
          <w:sz w:val="28"/>
        </w:rPr>
        <w:lastRenderedPageBreak/>
        <w:t>Now that you have completed the three basic tasks, you can now work on practicing your skills by completing any of the other tasks</w:t>
      </w: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Pr="003C2C44" w:rsidRDefault="003C2C44" w:rsidP="003C2C44">
      <w:pPr>
        <w:pStyle w:val="ListParagraph"/>
        <w:numPr>
          <w:ilvl w:val="0"/>
          <w:numId w:val="10"/>
        </w:numPr>
        <w:tabs>
          <w:tab w:val="left" w:pos="6465"/>
        </w:tabs>
        <w:rPr>
          <w:sz w:val="28"/>
        </w:rPr>
      </w:pPr>
      <w:r w:rsidRPr="003C2C44">
        <w:rPr>
          <w:sz w:val="28"/>
        </w:rPr>
        <w:t>Brick barbecue</w:t>
      </w:r>
    </w:p>
    <w:p w:rsidR="003C2C44" w:rsidRPr="003C2C44" w:rsidRDefault="003C2C44" w:rsidP="003C2C44">
      <w:pPr>
        <w:pStyle w:val="ListParagraph"/>
        <w:numPr>
          <w:ilvl w:val="0"/>
          <w:numId w:val="10"/>
        </w:numPr>
        <w:tabs>
          <w:tab w:val="left" w:pos="6465"/>
        </w:tabs>
        <w:rPr>
          <w:sz w:val="28"/>
        </w:rPr>
      </w:pPr>
      <w:r w:rsidRPr="003C2C44">
        <w:rPr>
          <w:sz w:val="28"/>
        </w:rPr>
        <w:t>Two pillars with a gate between</w:t>
      </w:r>
    </w:p>
    <w:p w:rsidR="003C2C44" w:rsidRPr="003C2C44" w:rsidRDefault="003C2C44" w:rsidP="003C2C44">
      <w:pPr>
        <w:pStyle w:val="ListParagraph"/>
        <w:numPr>
          <w:ilvl w:val="0"/>
          <w:numId w:val="10"/>
        </w:numPr>
        <w:tabs>
          <w:tab w:val="left" w:pos="6465"/>
        </w:tabs>
        <w:rPr>
          <w:sz w:val="28"/>
        </w:rPr>
      </w:pPr>
      <w:r w:rsidRPr="003C2C44">
        <w:rPr>
          <w:sz w:val="28"/>
        </w:rPr>
        <w:t>Two pillars with a brick arch</w:t>
      </w:r>
    </w:p>
    <w:p w:rsidR="003C2C44" w:rsidRPr="003C2C44" w:rsidRDefault="003C2C44" w:rsidP="003C2C44">
      <w:pPr>
        <w:pStyle w:val="ListParagraph"/>
        <w:numPr>
          <w:ilvl w:val="0"/>
          <w:numId w:val="10"/>
        </w:numPr>
        <w:tabs>
          <w:tab w:val="left" w:pos="6465"/>
        </w:tabs>
        <w:rPr>
          <w:sz w:val="28"/>
        </w:rPr>
      </w:pPr>
      <w:r w:rsidRPr="003C2C44">
        <w:rPr>
          <w:sz w:val="28"/>
        </w:rPr>
        <w:t>Past brick laying competition tasks</w:t>
      </w:r>
    </w:p>
    <w:p w:rsidR="003C2C44" w:rsidRPr="003C2C44" w:rsidRDefault="003C2C44" w:rsidP="003C2C44">
      <w:pPr>
        <w:pStyle w:val="ListParagraph"/>
        <w:numPr>
          <w:ilvl w:val="0"/>
          <w:numId w:val="10"/>
        </w:numPr>
        <w:tabs>
          <w:tab w:val="left" w:pos="6465"/>
        </w:tabs>
        <w:rPr>
          <w:sz w:val="28"/>
        </w:rPr>
      </w:pPr>
      <w:r w:rsidRPr="003C2C44">
        <w:rPr>
          <w:sz w:val="28"/>
        </w:rPr>
        <w:t xml:space="preserve">Different brick bonds as shown on page 3 </w:t>
      </w:r>
    </w:p>
    <w:p w:rsidR="003C2C44" w:rsidRDefault="003C2C44" w:rsidP="003C2C44">
      <w:pPr>
        <w:tabs>
          <w:tab w:val="left" w:pos="6465"/>
        </w:tabs>
        <w:rPr>
          <w:sz w:val="28"/>
        </w:rPr>
      </w:pPr>
      <w:r>
        <w:rPr>
          <w:sz w:val="28"/>
        </w:rPr>
        <w:t xml:space="preserve">Any additional tasks can be attached to this booklet </w:t>
      </w:r>
    </w:p>
    <w:p w:rsidR="003C2C44" w:rsidRDefault="003C2C44" w:rsidP="003C2C44">
      <w:pPr>
        <w:tabs>
          <w:tab w:val="left" w:pos="6465"/>
        </w:tabs>
        <w:rPr>
          <w:sz w:val="28"/>
        </w:rPr>
      </w:pPr>
    </w:p>
    <w:p w:rsidR="003C2C44" w:rsidRPr="003C2C44" w:rsidRDefault="003C2C44" w:rsidP="003C2C44">
      <w:pPr>
        <w:tabs>
          <w:tab w:val="left" w:pos="6465"/>
        </w:tabs>
        <w:rPr>
          <w:sz w:val="28"/>
        </w:rPr>
      </w:pPr>
    </w:p>
    <w:sectPr w:rsidR="003C2C44" w:rsidRPr="003C2C44" w:rsidSect="00D22223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6D" w:rsidRDefault="0038066D" w:rsidP="0038066D">
      <w:pPr>
        <w:spacing w:after="0" w:line="240" w:lineRule="auto"/>
      </w:pPr>
      <w:r>
        <w:separator/>
      </w:r>
    </w:p>
  </w:endnote>
  <w:endnote w:type="continuationSeparator" w:id="0">
    <w:p w:rsidR="0038066D" w:rsidRDefault="0038066D" w:rsidP="0038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8E0" w:rsidRDefault="004538E0">
    <w:pPr>
      <w:pStyle w:val="Footer"/>
    </w:pPr>
    <w:r>
      <w:t>Tuto</w:t>
    </w:r>
    <w:r w:rsidR="00D22223">
      <w:t>r Signature…………………………………………………D</w:t>
    </w:r>
    <w:r>
      <w:t>a</w:t>
    </w:r>
    <w:r w:rsidR="00D22223">
      <w:t>t</w:t>
    </w:r>
    <w:r>
      <w:t>e………………………..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6D" w:rsidRDefault="0038066D" w:rsidP="0038066D">
      <w:pPr>
        <w:spacing w:after="0" w:line="240" w:lineRule="auto"/>
      </w:pPr>
      <w:r>
        <w:separator/>
      </w:r>
    </w:p>
  </w:footnote>
  <w:footnote w:type="continuationSeparator" w:id="0">
    <w:p w:rsidR="0038066D" w:rsidRDefault="0038066D" w:rsidP="0038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66D" w:rsidRPr="0038066D" w:rsidRDefault="00C47134" w:rsidP="00C47134">
    <w:pPr>
      <w:pStyle w:val="Header"/>
      <w:tabs>
        <w:tab w:val="clear" w:pos="4513"/>
        <w:tab w:val="clear" w:pos="9026"/>
        <w:tab w:val="left" w:pos="8715"/>
      </w:tabs>
      <w:jc w:val="center"/>
      <w:rPr>
        <w:sz w:val="40"/>
      </w:rPr>
    </w:pPr>
    <w:r>
      <w:rPr>
        <w:sz w:val="40"/>
      </w:rPr>
      <w:t>Bricklaying activities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31BAB"/>
    <w:multiLevelType w:val="hybridMultilevel"/>
    <w:tmpl w:val="CF9C2252"/>
    <w:lvl w:ilvl="0" w:tplc="644A0A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446CE"/>
    <w:multiLevelType w:val="hybridMultilevel"/>
    <w:tmpl w:val="082AAB48"/>
    <w:lvl w:ilvl="0" w:tplc="6F6A99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807813"/>
    <w:multiLevelType w:val="hybridMultilevel"/>
    <w:tmpl w:val="00DA0E6A"/>
    <w:lvl w:ilvl="0" w:tplc="38708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D3040"/>
    <w:multiLevelType w:val="hybridMultilevel"/>
    <w:tmpl w:val="6718A1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62DC6"/>
    <w:multiLevelType w:val="hybridMultilevel"/>
    <w:tmpl w:val="FD904C18"/>
    <w:lvl w:ilvl="0" w:tplc="4676AE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F76E2F"/>
    <w:multiLevelType w:val="hybridMultilevel"/>
    <w:tmpl w:val="1462411E"/>
    <w:lvl w:ilvl="0" w:tplc="08D64E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11248A"/>
    <w:multiLevelType w:val="hybridMultilevel"/>
    <w:tmpl w:val="98B86AD4"/>
    <w:lvl w:ilvl="0" w:tplc="598E2E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712DB9"/>
    <w:multiLevelType w:val="hybridMultilevel"/>
    <w:tmpl w:val="5C7EE9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E0CE5"/>
    <w:multiLevelType w:val="hybridMultilevel"/>
    <w:tmpl w:val="9BF6C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02D"/>
    <w:multiLevelType w:val="hybridMultilevel"/>
    <w:tmpl w:val="9EA49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F5"/>
    <w:rsid w:val="00011524"/>
    <w:rsid w:val="00380201"/>
    <w:rsid w:val="0038066D"/>
    <w:rsid w:val="0039112A"/>
    <w:rsid w:val="003C2C44"/>
    <w:rsid w:val="003C582A"/>
    <w:rsid w:val="003D6312"/>
    <w:rsid w:val="0044530B"/>
    <w:rsid w:val="004538E0"/>
    <w:rsid w:val="00456FE6"/>
    <w:rsid w:val="004740AD"/>
    <w:rsid w:val="00510FA2"/>
    <w:rsid w:val="00600656"/>
    <w:rsid w:val="00787AD7"/>
    <w:rsid w:val="00793530"/>
    <w:rsid w:val="0082733F"/>
    <w:rsid w:val="008B1F20"/>
    <w:rsid w:val="00B3105C"/>
    <w:rsid w:val="00C47134"/>
    <w:rsid w:val="00CB111C"/>
    <w:rsid w:val="00CF1A27"/>
    <w:rsid w:val="00CF7B56"/>
    <w:rsid w:val="00D22223"/>
    <w:rsid w:val="00DA0B13"/>
    <w:rsid w:val="00DF56E3"/>
    <w:rsid w:val="00FA73F6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74DD9-D0C3-4CED-9A85-742A73EE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66D"/>
  </w:style>
  <w:style w:type="paragraph" w:styleId="Footer">
    <w:name w:val="footer"/>
    <w:basedOn w:val="Normal"/>
    <w:link w:val="FooterChar"/>
    <w:uiPriority w:val="99"/>
    <w:unhideWhenUsed/>
    <w:rsid w:val="003806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66D"/>
  </w:style>
  <w:style w:type="character" w:styleId="Hyperlink">
    <w:name w:val="Hyperlink"/>
    <w:basedOn w:val="DefaultParagraphFont"/>
    <w:uiPriority w:val="99"/>
    <w:unhideWhenUsed/>
    <w:rsid w:val="006006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00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encyclopedia2.thefreedictionary.com/Flemish+bond" TargetMode="External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2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70D855-EBE0-472F-BCB0-A21DA61017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4BD6E-2B8F-476B-A8EF-1610DF9DE5E8}"/>
</file>

<file path=customXml/itemProps3.xml><?xml version="1.0" encoding="utf-8"?>
<ds:datastoreItem xmlns:ds="http://schemas.openxmlformats.org/officeDocument/2006/customXml" ds:itemID="{CF412833-7B79-4DEA-8A24-A0C0DA25585B}"/>
</file>

<file path=customXml/itemProps4.xml><?xml version="1.0" encoding="utf-8"?>
<ds:datastoreItem xmlns:ds="http://schemas.openxmlformats.org/officeDocument/2006/customXml" ds:itemID="{A2DE40E9-F0CA-4C2C-A571-9D5EC367859D}"/>
</file>

<file path=docProps/app.xml><?xml version="1.0" encoding="utf-8"?>
<Properties xmlns="http://schemas.openxmlformats.org/officeDocument/2006/extended-properties" xmlns:vt="http://schemas.openxmlformats.org/officeDocument/2006/docPropsVTypes">
  <Template>3A94DB07</Template>
  <TotalTime>219</TotalTime>
  <Pages>10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Glendinning, Paul [HMPS]</dc:creator>
  <cp:keywords/>
  <dc:description/>
  <cp:lastModifiedBy>Glendinning, Paul [HMPS]</cp:lastModifiedBy>
  <cp:revision>12</cp:revision>
  <cp:lastPrinted>2020-01-14T09:55:00Z</cp:lastPrinted>
  <dcterms:created xsi:type="dcterms:W3CDTF">2019-09-04T12:53:00Z</dcterms:created>
  <dcterms:modified xsi:type="dcterms:W3CDTF">2020-01-14T12:20:00Z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